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099F4" w14:textId="77777777" w:rsidR="00466A12" w:rsidRDefault="00466A12" w:rsidP="005D3DD4">
      <w:pPr>
        <w:rPr>
          <w:noProof w:val="0"/>
        </w:rPr>
      </w:pPr>
    </w:p>
    <w:p w14:paraId="2974620D" w14:textId="56362FA6" w:rsidR="00466A12" w:rsidRDefault="00466A12" w:rsidP="00466A12">
      <w:pPr>
        <w:jc w:val="center"/>
        <w:rPr>
          <w:b/>
          <w:noProof w:val="0"/>
        </w:rPr>
      </w:pPr>
      <w:r>
        <w:rPr>
          <w:b/>
          <w:noProof w:val="0"/>
        </w:rPr>
        <w:t>Allegato A2</w:t>
      </w:r>
    </w:p>
    <w:p w14:paraId="77CECF50" w14:textId="53F4325D" w:rsidR="00466A12" w:rsidRDefault="00466A12" w:rsidP="00466A12">
      <w:pPr>
        <w:jc w:val="center"/>
        <w:rPr>
          <w:b/>
          <w:noProof w:val="0"/>
        </w:rPr>
      </w:pPr>
    </w:p>
    <w:p w14:paraId="5A3CEED4" w14:textId="6DE99C94" w:rsidR="00466A12" w:rsidRDefault="00466A12" w:rsidP="00466A12">
      <w:pPr>
        <w:jc w:val="center"/>
        <w:rPr>
          <w:b/>
          <w:noProof w:val="0"/>
        </w:rPr>
      </w:pPr>
      <w:bookmarkStart w:id="0" w:name="_GoBack"/>
      <w:r w:rsidRPr="00A46101">
        <w:rPr>
          <w:rFonts w:cs="Arial"/>
          <w:b/>
        </w:rPr>
        <w:t>Dichiarazione dei requisiti particolari per l’esecuzione del contratto ex art. 100, D. Lgs. 50/2</w:t>
      </w:r>
      <w:bookmarkEnd w:id="0"/>
      <w:r w:rsidRPr="00A46101">
        <w:rPr>
          <w:rFonts w:cs="Arial"/>
          <w:b/>
        </w:rPr>
        <w:t>016</w:t>
      </w:r>
    </w:p>
    <w:p w14:paraId="37D33C01" w14:textId="77777777" w:rsidR="00466A12" w:rsidRDefault="00466A12" w:rsidP="005D3DD4">
      <w:pPr>
        <w:rPr>
          <w:b/>
          <w:noProof w:val="0"/>
        </w:rPr>
      </w:pPr>
    </w:p>
    <w:p w14:paraId="2695BDCD" w14:textId="77777777" w:rsidR="004173F7" w:rsidRDefault="004173F7" w:rsidP="006D0644">
      <w:pPr>
        <w:jc w:val="both"/>
        <w:rPr>
          <w:b/>
          <w:noProof w:val="0"/>
        </w:rPr>
      </w:pPr>
    </w:p>
    <w:tbl>
      <w:tblPr>
        <w:tblStyle w:val="Grigliatabella"/>
        <w:tblW w:w="9731" w:type="dxa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tblLook w:val="04A0" w:firstRow="1" w:lastRow="0" w:firstColumn="1" w:lastColumn="0" w:noHBand="0" w:noVBand="1"/>
      </w:tblPr>
      <w:tblGrid>
        <w:gridCol w:w="2067"/>
        <w:gridCol w:w="3364"/>
        <w:gridCol w:w="508"/>
        <w:gridCol w:w="3792"/>
      </w:tblGrid>
      <w:tr w:rsidR="0023126C" w:rsidRPr="00BA4A97" w14:paraId="213697CE" w14:textId="77777777" w:rsidTr="004B77DE">
        <w:trPr>
          <w:trHeight w:val="397"/>
        </w:trPr>
        <w:tc>
          <w:tcPr>
            <w:tcW w:w="2067" w:type="dxa"/>
            <w:vAlign w:val="center"/>
          </w:tcPr>
          <w:p w14:paraId="326C72F9" w14:textId="4F8003E8" w:rsidR="0023126C" w:rsidRPr="00BA4A97" w:rsidRDefault="0023126C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Il sottoscritto</w:t>
            </w:r>
            <w:r w:rsidR="00517C4F" w:rsidRPr="00BA4A97">
              <w:rPr>
                <w:rFonts w:cs="Arial"/>
                <w:noProof w:val="0"/>
                <w:lang w:eastAsia="en-US"/>
              </w:rPr>
              <w:t>:</w:t>
            </w:r>
          </w:p>
        </w:tc>
        <w:tc>
          <w:tcPr>
            <w:tcW w:w="7664" w:type="dxa"/>
            <w:gridSpan w:val="3"/>
            <w:shd w:val="clear" w:color="auto" w:fill="D9D9D9" w:themeFill="background1" w:themeFillShade="D9"/>
            <w:vAlign w:val="center"/>
          </w:tcPr>
          <w:p w14:paraId="0583829E" w14:textId="7F8ED4DE" w:rsidR="0023126C" w:rsidRPr="00BA4A97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23126C" w:rsidRPr="00BA4A97" w14:paraId="44A469A9" w14:textId="77777777" w:rsidTr="004B77DE">
        <w:trPr>
          <w:trHeight w:val="397"/>
        </w:trPr>
        <w:tc>
          <w:tcPr>
            <w:tcW w:w="2067" w:type="dxa"/>
            <w:vAlign w:val="center"/>
          </w:tcPr>
          <w:p w14:paraId="466A7A59" w14:textId="7D22A8E7" w:rsidR="0023126C" w:rsidRPr="00BA4A97" w:rsidRDefault="0023126C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nato a</w:t>
            </w:r>
            <w:r w:rsidR="00517C4F" w:rsidRPr="00BA4A97">
              <w:rPr>
                <w:rFonts w:cs="Arial"/>
                <w:noProof w:val="0"/>
                <w:lang w:eastAsia="en-US"/>
              </w:rPr>
              <w:t>:</w:t>
            </w:r>
          </w:p>
        </w:tc>
        <w:tc>
          <w:tcPr>
            <w:tcW w:w="3364" w:type="dxa"/>
            <w:shd w:val="clear" w:color="auto" w:fill="D9D9D9" w:themeFill="background1" w:themeFillShade="D9"/>
            <w:vAlign w:val="center"/>
          </w:tcPr>
          <w:p w14:paraId="3C56DB1D" w14:textId="1DCB2FCF" w:rsidR="0023126C" w:rsidRPr="00BA4A97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xx</w:t>
            </w:r>
          </w:p>
        </w:tc>
        <w:tc>
          <w:tcPr>
            <w:tcW w:w="508" w:type="dxa"/>
            <w:shd w:val="clear" w:color="auto" w:fill="auto"/>
            <w:vAlign w:val="center"/>
          </w:tcPr>
          <w:p w14:paraId="6B20B383" w14:textId="170DBB8E" w:rsidR="0023126C" w:rsidRPr="00BA4A97" w:rsidRDefault="0023126C" w:rsidP="0023126C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il</w:t>
            </w:r>
          </w:p>
        </w:tc>
        <w:tc>
          <w:tcPr>
            <w:tcW w:w="3792" w:type="dxa"/>
            <w:shd w:val="clear" w:color="auto" w:fill="D9D9D9" w:themeFill="background1" w:themeFillShade="D9"/>
            <w:vAlign w:val="center"/>
          </w:tcPr>
          <w:p w14:paraId="7DE4913A" w14:textId="507E23E1" w:rsidR="0023126C" w:rsidRPr="00BA4A97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23126C" w:rsidRPr="00BA4A97" w14:paraId="7651CBD3" w14:textId="77777777" w:rsidTr="004B77DE">
        <w:trPr>
          <w:trHeight w:val="397"/>
        </w:trPr>
        <w:tc>
          <w:tcPr>
            <w:tcW w:w="2067" w:type="dxa"/>
            <w:vAlign w:val="center"/>
          </w:tcPr>
          <w:p w14:paraId="72766184" w14:textId="35B6AD04" w:rsidR="0023126C" w:rsidRPr="00BA4A97" w:rsidRDefault="0023126C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in qualità di</w:t>
            </w:r>
            <w:r w:rsidR="00517C4F" w:rsidRPr="00BA4A97">
              <w:rPr>
                <w:rFonts w:cs="Arial"/>
                <w:noProof w:val="0"/>
                <w:lang w:eastAsia="en-US"/>
              </w:rPr>
              <w:t>:</w:t>
            </w:r>
          </w:p>
        </w:tc>
        <w:tc>
          <w:tcPr>
            <w:tcW w:w="7664" w:type="dxa"/>
            <w:gridSpan w:val="3"/>
            <w:shd w:val="clear" w:color="auto" w:fill="D9D9D9" w:themeFill="background1" w:themeFillShade="D9"/>
            <w:vAlign w:val="center"/>
          </w:tcPr>
          <w:p w14:paraId="4287FF16" w14:textId="7C9E6FE6" w:rsidR="0023126C" w:rsidRPr="00BA4A97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23126C" w:rsidRPr="00BA4A97" w14:paraId="590FED4C" w14:textId="77777777" w:rsidTr="004B77DE">
        <w:trPr>
          <w:trHeight w:val="397"/>
        </w:trPr>
        <w:tc>
          <w:tcPr>
            <w:tcW w:w="2067" w:type="dxa"/>
            <w:vAlign w:val="center"/>
          </w:tcPr>
          <w:p w14:paraId="7641DEAD" w14:textId="32EAA5D4" w:rsidR="0023126C" w:rsidRPr="00BA4A97" w:rsidRDefault="0023126C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 xml:space="preserve">della </w:t>
            </w:r>
            <w:r w:rsidR="00786BE2" w:rsidRPr="00BA4A97">
              <w:rPr>
                <w:rFonts w:cs="Arial"/>
                <w:noProof w:val="0"/>
                <w:lang w:eastAsia="en-US"/>
              </w:rPr>
              <w:t>società</w:t>
            </w:r>
            <w:r w:rsidR="00517C4F" w:rsidRPr="00BA4A97">
              <w:rPr>
                <w:rFonts w:cs="Arial"/>
                <w:noProof w:val="0"/>
                <w:lang w:eastAsia="en-US"/>
              </w:rPr>
              <w:t>:</w:t>
            </w:r>
          </w:p>
        </w:tc>
        <w:tc>
          <w:tcPr>
            <w:tcW w:w="7664" w:type="dxa"/>
            <w:gridSpan w:val="3"/>
            <w:shd w:val="clear" w:color="auto" w:fill="D9D9D9" w:themeFill="background1" w:themeFillShade="D9"/>
            <w:vAlign w:val="center"/>
          </w:tcPr>
          <w:p w14:paraId="58087F7E" w14:textId="708BB235" w:rsidR="0023126C" w:rsidRPr="00BA4A97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23126C" w:rsidRPr="00BA4A97" w14:paraId="12899205" w14:textId="77777777" w:rsidTr="004B77DE">
        <w:trPr>
          <w:trHeight w:val="397"/>
        </w:trPr>
        <w:tc>
          <w:tcPr>
            <w:tcW w:w="2067" w:type="dxa"/>
            <w:vAlign w:val="center"/>
          </w:tcPr>
          <w:p w14:paraId="573BA468" w14:textId="0853CC07" w:rsidR="0023126C" w:rsidRPr="00BA4A97" w:rsidRDefault="0023126C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con sede in</w:t>
            </w:r>
            <w:r w:rsidR="00517C4F" w:rsidRPr="00BA4A97">
              <w:rPr>
                <w:rFonts w:cs="Arial"/>
                <w:noProof w:val="0"/>
                <w:lang w:eastAsia="en-US"/>
              </w:rPr>
              <w:t>:</w:t>
            </w:r>
            <w:r w:rsidRPr="00BA4A97">
              <w:rPr>
                <w:rFonts w:cs="Arial"/>
                <w:noProof w:val="0"/>
                <w:lang w:eastAsia="en-US"/>
              </w:rPr>
              <w:t xml:space="preserve"> </w:t>
            </w:r>
          </w:p>
        </w:tc>
        <w:tc>
          <w:tcPr>
            <w:tcW w:w="3364" w:type="dxa"/>
            <w:shd w:val="clear" w:color="auto" w:fill="D9D9D9" w:themeFill="background1" w:themeFillShade="D9"/>
            <w:vAlign w:val="center"/>
          </w:tcPr>
          <w:p w14:paraId="32E6A696" w14:textId="28605CA3" w:rsidR="0023126C" w:rsidRPr="00BA4A97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xxx</w:t>
            </w:r>
          </w:p>
        </w:tc>
        <w:tc>
          <w:tcPr>
            <w:tcW w:w="508" w:type="dxa"/>
            <w:shd w:val="clear" w:color="auto" w:fill="auto"/>
            <w:vAlign w:val="center"/>
          </w:tcPr>
          <w:p w14:paraId="5591918C" w14:textId="69C36A9A" w:rsidR="0023126C" w:rsidRPr="00BA4A97" w:rsidRDefault="0023126C" w:rsidP="005D3DD4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via</w:t>
            </w:r>
          </w:p>
        </w:tc>
        <w:tc>
          <w:tcPr>
            <w:tcW w:w="3792" w:type="dxa"/>
            <w:shd w:val="clear" w:color="auto" w:fill="D9D9D9" w:themeFill="background1" w:themeFillShade="D9"/>
            <w:vAlign w:val="center"/>
          </w:tcPr>
          <w:p w14:paraId="261F1C33" w14:textId="0BEF9A10" w:rsidR="0023126C" w:rsidRPr="00BA4A97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23126C" w:rsidRPr="00BA4A97" w14:paraId="5FFFA54E" w14:textId="77777777" w:rsidTr="004B77DE">
        <w:trPr>
          <w:trHeight w:val="397"/>
        </w:trPr>
        <w:tc>
          <w:tcPr>
            <w:tcW w:w="2067" w:type="dxa"/>
            <w:vAlign w:val="center"/>
          </w:tcPr>
          <w:p w14:paraId="638F2D89" w14:textId="11C6EEC1" w:rsidR="0023126C" w:rsidRPr="00BA4A97" w:rsidRDefault="0023126C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p. iva</w:t>
            </w:r>
            <w:r w:rsidR="00517C4F" w:rsidRPr="00BA4A97">
              <w:rPr>
                <w:rFonts w:cs="Arial"/>
                <w:noProof w:val="0"/>
                <w:lang w:eastAsia="en-US"/>
              </w:rPr>
              <w:t>:</w:t>
            </w:r>
          </w:p>
        </w:tc>
        <w:tc>
          <w:tcPr>
            <w:tcW w:w="7664" w:type="dxa"/>
            <w:gridSpan w:val="3"/>
            <w:shd w:val="clear" w:color="auto" w:fill="D9D9D9" w:themeFill="background1" w:themeFillShade="D9"/>
            <w:vAlign w:val="center"/>
          </w:tcPr>
          <w:p w14:paraId="06D2CC98" w14:textId="068BE3FC" w:rsidR="0023126C" w:rsidRPr="00BA4A97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23126C" w:rsidRPr="00BA4A97" w14:paraId="348626B3" w14:textId="77777777" w:rsidTr="004B77DE">
        <w:trPr>
          <w:trHeight w:val="397"/>
        </w:trPr>
        <w:tc>
          <w:tcPr>
            <w:tcW w:w="2067" w:type="dxa"/>
            <w:vAlign w:val="center"/>
          </w:tcPr>
          <w:p w14:paraId="73BD549D" w14:textId="17C21D29" w:rsidR="0023126C" w:rsidRPr="00BA4A97" w:rsidRDefault="0023126C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codice fiscale</w:t>
            </w:r>
            <w:r w:rsidR="00517C4F" w:rsidRPr="00BA4A97">
              <w:rPr>
                <w:rFonts w:cs="Arial"/>
                <w:noProof w:val="0"/>
                <w:lang w:eastAsia="en-US"/>
              </w:rPr>
              <w:t>:</w:t>
            </w:r>
          </w:p>
        </w:tc>
        <w:tc>
          <w:tcPr>
            <w:tcW w:w="7664" w:type="dxa"/>
            <w:gridSpan w:val="3"/>
            <w:shd w:val="clear" w:color="auto" w:fill="D9D9D9" w:themeFill="background1" w:themeFillShade="D9"/>
            <w:vAlign w:val="center"/>
          </w:tcPr>
          <w:p w14:paraId="416400F9" w14:textId="6A62D546" w:rsidR="0023126C" w:rsidRPr="00BA4A97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23126C" w:rsidRPr="00BA4A97" w14:paraId="482D8023" w14:textId="77777777" w:rsidTr="004B77DE">
        <w:trPr>
          <w:trHeight w:val="397"/>
        </w:trPr>
        <w:tc>
          <w:tcPr>
            <w:tcW w:w="2067" w:type="dxa"/>
            <w:vAlign w:val="center"/>
          </w:tcPr>
          <w:p w14:paraId="4060DC64" w14:textId="0CE56678" w:rsidR="0023126C" w:rsidRPr="00BA4A97" w:rsidRDefault="0023126C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numero di telefono</w:t>
            </w:r>
            <w:r w:rsidR="00517C4F" w:rsidRPr="00BA4A97">
              <w:rPr>
                <w:rFonts w:cs="Arial"/>
                <w:noProof w:val="0"/>
                <w:lang w:eastAsia="en-US"/>
              </w:rPr>
              <w:t>:</w:t>
            </w:r>
          </w:p>
        </w:tc>
        <w:tc>
          <w:tcPr>
            <w:tcW w:w="7664" w:type="dxa"/>
            <w:gridSpan w:val="3"/>
            <w:shd w:val="clear" w:color="auto" w:fill="D9D9D9" w:themeFill="background1" w:themeFillShade="D9"/>
            <w:vAlign w:val="center"/>
          </w:tcPr>
          <w:p w14:paraId="5EF3C084" w14:textId="3C58FA00" w:rsidR="0023126C" w:rsidRPr="00BA4A97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23126C" w:rsidRPr="00BA4A97" w14:paraId="0FF26B0D" w14:textId="77777777" w:rsidTr="004B77DE">
        <w:trPr>
          <w:trHeight w:val="397"/>
        </w:trPr>
        <w:tc>
          <w:tcPr>
            <w:tcW w:w="2067" w:type="dxa"/>
            <w:vAlign w:val="center"/>
          </w:tcPr>
          <w:p w14:paraId="09829EB0" w14:textId="35044F04" w:rsidR="0023126C" w:rsidRPr="00BA4A97" w:rsidRDefault="0023126C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indirizzo di posta elettronica “PEC”</w:t>
            </w:r>
            <w:r w:rsidR="004B77DE" w:rsidRPr="00BA4A97">
              <w:rPr>
                <w:rFonts w:cs="Arial"/>
                <w:noProof w:val="0"/>
                <w:lang w:eastAsia="en-US"/>
              </w:rPr>
              <w:t>:</w:t>
            </w:r>
          </w:p>
        </w:tc>
        <w:tc>
          <w:tcPr>
            <w:tcW w:w="7664" w:type="dxa"/>
            <w:gridSpan w:val="3"/>
            <w:shd w:val="clear" w:color="auto" w:fill="D9D9D9" w:themeFill="background1" w:themeFillShade="D9"/>
            <w:vAlign w:val="center"/>
          </w:tcPr>
          <w:p w14:paraId="730E8ADE" w14:textId="139173C1" w:rsidR="0023126C" w:rsidRPr="00BA4A97" w:rsidRDefault="005D3DD4" w:rsidP="0023126C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BA4A97">
              <w:rPr>
                <w:rFonts w:cs="Arial"/>
                <w:noProof w:val="0"/>
                <w:lang w:eastAsia="en-US"/>
              </w:rPr>
              <w:t>xxx</w:t>
            </w:r>
          </w:p>
        </w:tc>
      </w:tr>
    </w:tbl>
    <w:p w14:paraId="5C10D398" w14:textId="77777777" w:rsidR="00376668" w:rsidRPr="00BA4A97" w:rsidRDefault="00376668" w:rsidP="00376668">
      <w:pPr>
        <w:jc w:val="both"/>
        <w:rPr>
          <w:noProof w:val="0"/>
        </w:rPr>
      </w:pPr>
    </w:p>
    <w:p w14:paraId="599F377D" w14:textId="22FA4C09" w:rsidR="00AB226E" w:rsidRPr="00BA4A97" w:rsidRDefault="00376668" w:rsidP="00376668">
      <w:pPr>
        <w:spacing w:line="360" w:lineRule="auto"/>
        <w:jc w:val="both"/>
        <w:rPr>
          <w:noProof w:val="0"/>
        </w:rPr>
      </w:pPr>
      <w:r w:rsidRPr="00BA4A97">
        <w:rPr>
          <w:noProof w:val="0"/>
        </w:rPr>
        <w:t>consapevole delle sanzioni penali, nel caso di dichiarazioni non veritiere e falsità negli atti, richiamate dall’art. 76 D.P.R. 445 del 28.12.2000:</w:t>
      </w:r>
    </w:p>
    <w:p w14:paraId="0DD41BA0" w14:textId="79BF88A3" w:rsidR="00376668" w:rsidRDefault="00376668" w:rsidP="00376668">
      <w:pPr>
        <w:spacing w:line="360" w:lineRule="auto"/>
        <w:jc w:val="center"/>
        <w:rPr>
          <w:b/>
          <w:noProof w:val="0"/>
        </w:rPr>
      </w:pPr>
      <w:r w:rsidRPr="004470D0">
        <w:rPr>
          <w:b/>
          <w:noProof w:val="0"/>
        </w:rPr>
        <w:t>DICHIARA</w:t>
      </w:r>
      <w:r w:rsidR="00CD22BB">
        <w:rPr>
          <w:b/>
          <w:noProof w:val="0"/>
        </w:rPr>
        <w:t xml:space="preserve"> E CONFERMA</w:t>
      </w:r>
    </w:p>
    <w:p w14:paraId="43E9CA07" w14:textId="0E75C39D" w:rsidR="00E12D74" w:rsidRPr="004470D0" w:rsidRDefault="00F95D88" w:rsidP="00F95D88">
      <w:pPr>
        <w:spacing w:line="360" w:lineRule="auto"/>
        <w:rPr>
          <w:noProof w:val="0"/>
        </w:rPr>
      </w:pPr>
      <w:r>
        <w:rPr>
          <w:noProof w:val="0"/>
        </w:rPr>
        <w:t xml:space="preserve">di essere in possesso </w:t>
      </w:r>
      <w:r w:rsidRPr="00F95D88">
        <w:rPr>
          <w:noProof w:val="0"/>
        </w:rPr>
        <w:t>di tutti i seguenti requisiti</w:t>
      </w:r>
      <w:r>
        <w:rPr>
          <w:noProof w:val="0"/>
        </w:rPr>
        <w:t xml:space="preserve"> richiesti</w:t>
      </w:r>
      <w:r w:rsidRPr="00F95D88">
        <w:rPr>
          <w:noProof w:val="0"/>
        </w:rPr>
        <w:t>:</w:t>
      </w:r>
    </w:p>
    <w:p w14:paraId="3DA59382" w14:textId="0E401D47" w:rsidR="004B110A" w:rsidRPr="004470D0" w:rsidRDefault="004C364E" w:rsidP="004B110A">
      <w:pPr>
        <w:pStyle w:val="Paragrafoelenco"/>
        <w:numPr>
          <w:ilvl w:val="0"/>
          <w:numId w:val="5"/>
        </w:numPr>
        <w:spacing w:line="360" w:lineRule="auto"/>
        <w:jc w:val="both"/>
        <w:rPr>
          <w:noProof w:val="0"/>
        </w:rPr>
      </w:pPr>
      <w:r w:rsidRPr="004470D0">
        <w:rPr>
          <w:noProof w:val="0"/>
        </w:rPr>
        <w:t>esperienza,</w:t>
      </w:r>
      <w:r w:rsidR="004D2988" w:rsidRPr="004470D0">
        <w:rPr>
          <w:noProof w:val="0"/>
        </w:rPr>
        <w:t xml:space="preserve"> nel triennio 2018, 2019, 2020, </w:t>
      </w:r>
      <w:r w:rsidR="004B110A" w:rsidRPr="004470D0">
        <w:rPr>
          <w:noProof w:val="0"/>
        </w:rPr>
        <w:t xml:space="preserve">nel risanamento con la tecnologia </w:t>
      </w:r>
      <w:bookmarkStart w:id="1" w:name="_Hlk65773350"/>
      <w:r w:rsidR="004B110A" w:rsidRPr="004470D0">
        <w:rPr>
          <w:noProof w:val="0"/>
        </w:rPr>
        <w:t xml:space="preserve">C.I.P.P. </w:t>
      </w:r>
      <w:bookmarkEnd w:id="1"/>
      <w:r w:rsidR="004B110A" w:rsidRPr="004470D0">
        <w:rPr>
          <w:noProof w:val="0"/>
        </w:rPr>
        <w:t>(cured in place pipe), mediante liner in vetroresina polimerizzato in sito con UV</w:t>
      </w:r>
      <w:r w:rsidRPr="004470D0">
        <w:rPr>
          <w:noProof w:val="0"/>
        </w:rPr>
        <w:t>,</w:t>
      </w:r>
      <w:r w:rsidR="004B110A" w:rsidRPr="004470D0">
        <w:rPr>
          <w:noProof w:val="0"/>
        </w:rPr>
        <w:t xml:space="preserve"> di condotte fognarie</w:t>
      </w:r>
      <w:r w:rsidRPr="004470D0">
        <w:rPr>
          <w:noProof w:val="0"/>
        </w:rPr>
        <w:t xml:space="preserve"> </w:t>
      </w:r>
      <w:r w:rsidR="004B110A" w:rsidRPr="004470D0">
        <w:rPr>
          <w:noProof w:val="0"/>
        </w:rPr>
        <w:t>con profilo ovoidale</w:t>
      </w:r>
      <w:r w:rsidR="00CD22BB">
        <w:rPr>
          <w:noProof w:val="0"/>
        </w:rPr>
        <w:t xml:space="preserve"> di dimensioni </w:t>
      </w:r>
      <w:r w:rsidR="00CD22BB" w:rsidRPr="00CD22BB">
        <w:rPr>
          <w:noProof w:val="0"/>
        </w:rPr>
        <w:t xml:space="preserve">(l/L) ≥ </w:t>
      </w:r>
      <w:r w:rsidR="004B110A" w:rsidRPr="004470D0">
        <w:rPr>
          <w:noProof w:val="0"/>
        </w:rPr>
        <w:t xml:space="preserve">500/750 mm e </w:t>
      </w:r>
      <w:r w:rsidR="00CD22BB">
        <w:rPr>
          <w:noProof w:val="0"/>
        </w:rPr>
        <w:t>di</w:t>
      </w:r>
      <w:r w:rsidR="004B110A" w:rsidRPr="004470D0">
        <w:rPr>
          <w:noProof w:val="0"/>
        </w:rPr>
        <w:t xml:space="preserve"> lunghezza </w:t>
      </w:r>
      <w:r w:rsidR="004470D0" w:rsidRPr="004470D0">
        <w:rPr>
          <w:noProof w:val="0"/>
        </w:rPr>
        <w:t xml:space="preserve">≥ </w:t>
      </w:r>
      <w:r w:rsidR="004B110A" w:rsidRPr="004470D0">
        <w:rPr>
          <w:noProof w:val="0"/>
        </w:rPr>
        <w:t>400 m per n. 2 interventi e di lunghezza ≥ 100 m per n.</w:t>
      </w:r>
      <w:r w:rsidR="004470D0" w:rsidRPr="004470D0">
        <w:rPr>
          <w:noProof w:val="0"/>
        </w:rPr>
        <w:t xml:space="preserve"> </w:t>
      </w:r>
      <w:r w:rsidR="004B110A" w:rsidRPr="004470D0">
        <w:rPr>
          <w:noProof w:val="0"/>
        </w:rPr>
        <w:t xml:space="preserve">1 ulteriore intervento (come indicato in </w:t>
      </w:r>
      <w:r w:rsidR="004B110A" w:rsidRPr="004470D0">
        <w:rPr>
          <w:b/>
          <w:noProof w:val="0"/>
        </w:rPr>
        <w:t>tabella 1</w:t>
      </w:r>
      <w:r w:rsidR="004B110A" w:rsidRPr="004470D0">
        <w:rPr>
          <w:noProof w:val="0"/>
        </w:rPr>
        <w:t>)</w:t>
      </w:r>
      <w:r w:rsidRPr="004470D0">
        <w:rPr>
          <w:noProof w:val="0"/>
        </w:rPr>
        <w:t>;</w:t>
      </w:r>
    </w:p>
    <w:p w14:paraId="14FED633" w14:textId="2E859211" w:rsidR="004B110A" w:rsidRPr="004470D0" w:rsidRDefault="004B110A" w:rsidP="004B110A">
      <w:pPr>
        <w:pStyle w:val="Paragrafoelenco"/>
        <w:numPr>
          <w:ilvl w:val="0"/>
          <w:numId w:val="5"/>
        </w:numPr>
        <w:spacing w:line="360" w:lineRule="auto"/>
        <w:jc w:val="both"/>
        <w:rPr>
          <w:noProof w:val="0"/>
        </w:rPr>
      </w:pPr>
      <w:r w:rsidRPr="004470D0">
        <w:rPr>
          <w:noProof w:val="0"/>
        </w:rPr>
        <w:t>e</w:t>
      </w:r>
      <w:r w:rsidR="006955E0" w:rsidRPr="004470D0">
        <w:rPr>
          <w:noProof w:val="0"/>
        </w:rPr>
        <w:t>sperienza</w:t>
      </w:r>
      <w:r w:rsidR="004C364E" w:rsidRPr="004470D0">
        <w:rPr>
          <w:noProof w:val="0"/>
        </w:rPr>
        <w:t>, nel triennio 2018, 2019, 2020,</w:t>
      </w:r>
      <w:r w:rsidR="006955E0" w:rsidRPr="004470D0">
        <w:rPr>
          <w:noProof w:val="0"/>
        </w:rPr>
        <w:t xml:space="preserve"> nell’installazione e gestione continua di </w:t>
      </w:r>
      <w:r w:rsidR="00DF0366">
        <w:rPr>
          <w:noProof w:val="0"/>
        </w:rPr>
        <w:t xml:space="preserve">n. 3 </w:t>
      </w:r>
      <w:r w:rsidR="006955E0" w:rsidRPr="004470D0">
        <w:rPr>
          <w:noProof w:val="0"/>
        </w:rPr>
        <w:t xml:space="preserve">bypass, di portata ≥ 450 </w:t>
      </w:r>
      <w:bookmarkStart w:id="2" w:name="_Hlk65773442"/>
      <w:r w:rsidR="006955E0" w:rsidRPr="004470D0">
        <w:rPr>
          <w:noProof w:val="0"/>
        </w:rPr>
        <w:t xml:space="preserve">m³/h </w:t>
      </w:r>
      <w:bookmarkEnd w:id="2"/>
      <w:r w:rsidR="006955E0" w:rsidRPr="004470D0">
        <w:rPr>
          <w:noProof w:val="0"/>
        </w:rPr>
        <w:t xml:space="preserve">e durata ≥ 60 </w:t>
      </w:r>
      <w:r w:rsidR="004470D0" w:rsidRPr="004470D0">
        <w:rPr>
          <w:noProof w:val="0"/>
        </w:rPr>
        <w:t>giorni</w:t>
      </w:r>
      <w:r w:rsidRPr="004470D0">
        <w:rPr>
          <w:noProof w:val="0"/>
        </w:rPr>
        <w:t xml:space="preserve"> (come indicato in </w:t>
      </w:r>
      <w:r w:rsidRPr="004470D0">
        <w:rPr>
          <w:b/>
          <w:noProof w:val="0"/>
        </w:rPr>
        <w:t>tabella 2</w:t>
      </w:r>
      <w:r w:rsidRPr="004470D0">
        <w:rPr>
          <w:noProof w:val="0"/>
        </w:rPr>
        <w:t>)</w:t>
      </w:r>
      <w:r w:rsidR="004C364E" w:rsidRPr="004470D0">
        <w:rPr>
          <w:noProof w:val="0"/>
        </w:rPr>
        <w:t>;</w:t>
      </w:r>
    </w:p>
    <w:p w14:paraId="77BFF191" w14:textId="416F8D41" w:rsidR="00786BE2" w:rsidRDefault="00CD22BB" w:rsidP="00786BE2">
      <w:pPr>
        <w:pStyle w:val="Paragrafoelenco"/>
        <w:numPr>
          <w:ilvl w:val="0"/>
          <w:numId w:val="5"/>
        </w:numPr>
        <w:spacing w:line="360" w:lineRule="auto"/>
        <w:jc w:val="both"/>
        <w:rPr>
          <w:noProof w:val="0"/>
        </w:rPr>
      </w:pPr>
      <w:r>
        <w:rPr>
          <w:noProof w:val="0"/>
        </w:rPr>
        <w:t>il</w:t>
      </w:r>
      <w:r w:rsidR="00376668" w:rsidRPr="004470D0">
        <w:rPr>
          <w:noProof w:val="0"/>
        </w:rPr>
        <w:t xml:space="preserve"> possesso </w:t>
      </w:r>
      <w:r w:rsidR="00DF0366">
        <w:rPr>
          <w:noProof w:val="0"/>
        </w:rPr>
        <w:t>di tutte</w:t>
      </w:r>
      <w:r w:rsidR="00376668" w:rsidRPr="004470D0">
        <w:rPr>
          <w:noProof w:val="0"/>
        </w:rPr>
        <w:t xml:space="preserve"> certificazioni aziendali </w:t>
      </w:r>
      <w:r w:rsidR="004B110A" w:rsidRPr="004470D0">
        <w:rPr>
          <w:noProof w:val="0"/>
        </w:rPr>
        <w:t xml:space="preserve">richieste (come indicato in </w:t>
      </w:r>
      <w:r w:rsidR="004B110A" w:rsidRPr="004470D0">
        <w:rPr>
          <w:b/>
          <w:noProof w:val="0"/>
        </w:rPr>
        <w:t>tabella 3</w:t>
      </w:r>
      <w:r w:rsidR="004B110A" w:rsidRPr="004470D0">
        <w:rPr>
          <w:noProof w:val="0"/>
        </w:rPr>
        <w:t>)</w:t>
      </w:r>
      <w:r w:rsidR="00786BE2">
        <w:rPr>
          <w:noProof w:val="0"/>
        </w:rPr>
        <w:t>;</w:t>
      </w:r>
    </w:p>
    <w:p w14:paraId="6F8AC403" w14:textId="72401A45" w:rsidR="00786BE2" w:rsidRPr="00BA4A97" w:rsidRDefault="00786BE2" w:rsidP="00786BE2">
      <w:pPr>
        <w:pStyle w:val="Paragrafoelenco"/>
        <w:numPr>
          <w:ilvl w:val="0"/>
          <w:numId w:val="5"/>
        </w:numPr>
        <w:spacing w:line="360" w:lineRule="auto"/>
        <w:jc w:val="both"/>
        <w:rPr>
          <w:noProof w:val="0"/>
        </w:rPr>
      </w:pPr>
      <w:r>
        <w:rPr>
          <w:noProof w:val="0"/>
        </w:rPr>
        <w:t xml:space="preserve">che la società </w:t>
      </w:r>
      <w:r w:rsidRPr="00BA4A97">
        <w:rPr>
          <w:noProof w:val="0"/>
        </w:rPr>
        <w:t xml:space="preserve">esecutrice </w:t>
      </w:r>
      <w:r w:rsidR="006F27CF" w:rsidRPr="00BA4A97">
        <w:rPr>
          <w:noProof w:val="0"/>
        </w:rPr>
        <w:t>dei lavori di</w:t>
      </w:r>
      <w:r w:rsidRPr="00BA4A97">
        <w:rPr>
          <w:noProof w:val="0"/>
        </w:rPr>
        <w:t xml:space="preserve"> posa del </w:t>
      </w:r>
      <w:proofErr w:type="spellStart"/>
      <w:r w:rsidRPr="00BA4A97">
        <w:rPr>
          <w:noProof w:val="0"/>
        </w:rPr>
        <w:t>liner</w:t>
      </w:r>
      <w:proofErr w:type="spellEnd"/>
      <w:r w:rsidRPr="00BA4A97">
        <w:rPr>
          <w:noProof w:val="0"/>
        </w:rPr>
        <w:t xml:space="preserve">, possiede le attrezzature, nonché l’organizzazione aziendale </w:t>
      </w:r>
      <w:r w:rsidR="006F27CF" w:rsidRPr="00BA4A97">
        <w:rPr>
          <w:noProof w:val="0"/>
        </w:rPr>
        <w:t xml:space="preserve">ed il personale, in misura </w:t>
      </w:r>
      <w:r w:rsidRPr="00BA4A97">
        <w:rPr>
          <w:noProof w:val="0"/>
        </w:rPr>
        <w:t xml:space="preserve">adeguata al fine di garantire </w:t>
      </w:r>
      <w:r w:rsidRPr="00BA4A97">
        <w:rPr>
          <w:rFonts w:cs="Arial"/>
        </w:rPr>
        <w:t>le prestazioni accessorie di manutenzione per il primo biennio a decorrere dall’esito positivo della fornitura con un periodo di 365 giorni solari e consecutivi, che verranno rese nell’ambito di un contratto aperto non vincolante per l’eco center con obbligo di intervento H24 per 365 giorni. Ogni intervento dovrà avvenire entro 4 ore dalla chiamata di eco center.</w:t>
      </w:r>
    </w:p>
    <w:p w14:paraId="2E9B321A" w14:textId="77777777" w:rsidR="00786BE2" w:rsidRDefault="00786BE2" w:rsidP="000272B0">
      <w:pPr>
        <w:spacing w:line="360" w:lineRule="auto"/>
        <w:ind w:left="142"/>
        <w:jc w:val="both"/>
        <w:rPr>
          <w:b/>
          <w:noProof w:val="0"/>
        </w:rPr>
      </w:pPr>
    </w:p>
    <w:p w14:paraId="66BB8225" w14:textId="77777777" w:rsidR="00786BE2" w:rsidRDefault="00786BE2" w:rsidP="000272B0">
      <w:pPr>
        <w:spacing w:line="360" w:lineRule="auto"/>
        <w:ind w:left="142"/>
        <w:jc w:val="both"/>
        <w:rPr>
          <w:b/>
          <w:noProof w:val="0"/>
        </w:rPr>
      </w:pPr>
    </w:p>
    <w:p w14:paraId="24753AF8" w14:textId="12DDEC36" w:rsidR="000272B0" w:rsidRDefault="00A60247" w:rsidP="000272B0">
      <w:pPr>
        <w:spacing w:line="360" w:lineRule="auto"/>
        <w:ind w:left="142"/>
        <w:jc w:val="both"/>
        <w:rPr>
          <w:noProof w:val="0"/>
        </w:rPr>
      </w:pPr>
      <w:r w:rsidRPr="00E11870">
        <w:rPr>
          <w:b/>
          <w:noProof w:val="0"/>
        </w:rPr>
        <w:lastRenderedPageBreak/>
        <w:t xml:space="preserve">Tabella </w:t>
      </w:r>
      <w:r w:rsidR="004B110A">
        <w:rPr>
          <w:b/>
          <w:noProof w:val="0"/>
        </w:rPr>
        <w:t>1</w:t>
      </w:r>
      <w:r w:rsidRPr="00E11870">
        <w:rPr>
          <w:b/>
          <w:noProof w:val="0"/>
        </w:rPr>
        <w:t xml:space="preserve">: </w:t>
      </w:r>
      <w:r>
        <w:rPr>
          <w:noProof w:val="0"/>
        </w:rPr>
        <w:t>E</w:t>
      </w:r>
      <w:r w:rsidRPr="00A60247">
        <w:rPr>
          <w:noProof w:val="0"/>
        </w:rPr>
        <w:t>sperienza</w:t>
      </w:r>
      <w:r w:rsidR="004C364E">
        <w:rPr>
          <w:noProof w:val="0"/>
        </w:rPr>
        <w:t>,</w:t>
      </w:r>
      <w:r w:rsidRPr="00A60247">
        <w:rPr>
          <w:noProof w:val="0"/>
        </w:rPr>
        <w:t xml:space="preserve"> </w:t>
      </w:r>
      <w:r w:rsidR="004C364E" w:rsidRPr="004C364E">
        <w:rPr>
          <w:noProof w:val="0"/>
        </w:rPr>
        <w:t xml:space="preserve">nel triennio 2018, 2019, 2020, nel risanamento con la tecnologia </w:t>
      </w:r>
      <w:bookmarkStart w:id="3" w:name="_Hlk65773589"/>
      <w:r w:rsidR="004C364E" w:rsidRPr="004C364E">
        <w:rPr>
          <w:noProof w:val="0"/>
        </w:rPr>
        <w:t>C.I.P.P. (cured in place pipe)</w:t>
      </w:r>
      <w:bookmarkEnd w:id="3"/>
      <w:r w:rsidR="004C364E" w:rsidRPr="004C364E">
        <w:rPr>
          <w:noProof w:val="0"/>
        </w:rPr>
        <w:t>, mediante liner in vetroresina polimerizzato in sito con UV, di condotte fognarie</w:t>
      </w:r>
      <w:r w:rsidR="005D3DD4">
        <w:rPr>
          <w:noProof w:val="0"/>
        </w:rPr>
        <w:t>,</w:t>
      </w:r>
      <w:r w:rsidRPr="00A60247">
        <w:rPr>
          <w:noProof w:val="0"/>
        </w:rPr>
        <w:t xml:space="preserve"> </w:t>
      </w:r>
      <w:r w:rsidR="000272B0">
        <w:rPr>
          <w:noProof w:val="0"/>
        </w:rPr>
        <w:t>con i seguenti requisiti:</w:t>
      </w:r>
    </w:p>
    <w:p w14:paraId="3241BAB8" w14:textId="4FD4B862" w:rsidR="003832B6" w:rsidRPr="003832B6" w:rsidRDefault="003832B6" w:rsidP="000272B0">
      <w:pPr>
        <w:pStyle w:val="Paragrafoelenco"/>
        <w:numPr>
          <w:ilvl w:val="0"/>
          <w:numId w:val="10"/>
        </w:numPr>
        <w:spacing w:line="360" w:lineRule="auto"/>
        <w:jc w:val="both"/>
        <w:rPr>
          <w:b/>
          <w:noProof w:val="0"/>
        </w:rPr>
      </w:pPr>
      <w:r>
        <w:rPr>
          <w:noProof w:val="0"/>
        </w:rPr>
        <w:t>profilo ovoidale di dimensioni</w:t>
      </w:r>
      <w:r w:rsidR="00CD22BB">
        <w:rPr>
          <w:noProof w:val="0"/>
        </w:rPr>
        <w:t xml:space="preserve"> </w:t>
      </w:r>
      <w:r w:rsidR="00CD22BB" w:rsidRPr="00CD22BB">
        <w:rPr>
          <w:noProof w:val="0"/>
        </w:rPr>
        <w:t xml:space="preserve">(l/L) ≥ </w:t>
      </w:r>
      <w:r>
        <w:rPr>
          <w:noProof w:val="0"/>
        </w:rPr>
        <w:t>500/750 mm</w:t>
      </w:r>
    </w:p>
    <w:p w14:paraId="4EF36CF2" w14:textId="1295674F" w:rsidR="000272B0" w:rsidRPr="006955E0" w:rsidRDefault="006955E0" w:rsidP="006955E0">
      <w:pPr>
        <w:pStyle w:val="Paragrafoelenco"/>
        <w:numPr>
          <w:ilvl w:val="0"/>
          <w:numId w:val="10"/>
        </w:numPr>
        <w:spacing w:line="360" w:lineRule="auto"/>
        <w:jc w:val="both"/>
        <w:rPr>
          <w:b/>
          <w:noProof w:val="0"/>
        </w:rPr>
      </w:pPr>
      <w:r>
        <w:rPr>
          <w:noProof w:val="0"/>
        </w:rPr>
        <w:t>lunghezza</w:t>
      </w:r>
      <w:r w:rsidR="00CD22BB">
        <w:rPr>
          <w:noProof w:val="0"/>
        </w:rPr>
        <w:t xml:space="preserve"> </w:t>
      </w:r>
      <w:r w:rsidR="00CD22BB" w:rsidRPr="006955E0">
        <w:rPr>
          <w:rFonts w:cs="Arial"/>
          <w:noProof w:val="0"/>
        </w:rPr>
        <w:t>≥</w:t>
      </w:r>
      <w:r w:rsidR="00CD22BB">
        <w:rPr>
          <w:noProof w:val="0"/>
        </w:rPr>
        <w:t xml:space="preserve"> </w:t>
      </w:r>
      <w:r w:rsidR="00CD22BB" w:rsidRPr="001E5BCC">
        <w:rPr>
          <w:noProof w:val="0"/>
        </w:rPr>
        <w:t>4</w:t>
      </w:r>
      <w:r w:rsidR="00CD22BB">
        <w:rPr>
          <w:noProof w:val="0"/>
        </w:rPr>
        <w:t>0</w:t>
      </w:r>
      <w:r w:rsidR="00CD22BB" w:rsidRPr="001E5BCC">
        <w:rPr>
          <w:noProof w:val="0"/>
        </w:rPr>
        <w:t>0</w:t>
      </w:r>
      <w:r w:rsidR="00CD22BB">
        <w:rPr>
          <w:noProof w:val="0"/>
        </w:rPr>
        <w:t xml:space="preserve"> per</w:t>
      </w:r>
      <w:r>
        <w:rPr>
          <w:noProof w:val="0"/>
        </w:rPr>
        <w:t xml:space="preserve"> </w:t>
      </w:r>
      <w:r w:rsidR="000272B0">
        <w:rPr>
          <w:noProof w:val="0"/>
        </w:rPr>
        <w:t xml:space="preserve">almeno </w:t>
      </w:r>
      <w:r w:rsidR="003832B6">
        <w:rPr>
          <w:noProof w:val="0"/>
        </w:rPr>
        <w:t>n</w:t>
      </w:r>
      <w:r w:rsidR="000272B0">
        <w:rPr>
          <w:noProof w:val="0"/>
        </w:rPr>
        <w:t xml:space="preserve">. 2 </w:t>
      </w:r>
      <w:r w:rsidR="00CD22BB">
        <w:rPr>
          <w:noProof w:val="0"/>
        </w:rPr>
        <w:t>risanamenti</w:t>
      </w:r>
      <w:r w:rsidR="000272B0">
        <w:rPr>
          <w:noProof w:val="0"/>
        </w:rPr>
        <w:t xml:space="preserve"> </w:t>
      </w:r>
      <w:r w:rsidR="00CD22BB">
        <w:rPr>
          <w:noProof w:val="0"/>
        </w:rPr>
        <w:t xml:space="preserve">e lunghezza </w:t>
      </w:r>
      <w:r w:rsidR="00CD22BB" w:rsidRPr="006955E0">
        <w:rPr>
          <w:rFonts w:cs="Arial"/>
          <w:noProof w:val="0"/>
        </w:rPr>
        <w:t>≥</w:t>
      </w:r>
      <w:r w:rsidR="00CD22BB">
        <w:rPr>
          <w:noProof w:val="0"/>
        </w:rPr>
        <w:t xml:space="preserve"> 10</w:t>
      </w:r>
      <w:r w:rsidR="00CD22BB" w:rsidRPr="001E5BCC">
        <w:rPr>
          <w:noProof w:val="0"/>
        </w:rPr>
        <w:t>0 m</w:t>
      </w:r>
      <w:r w:rsidR="00CD22BB">
        <w:rPr>
          <w:noProof w:val="0"/>
        </w:rPr>
        <w:t xml:space="preserve"> per</w:t>
      </w:r>
      <w:r w:rsidR="000272B0">
        <w:rPr>
          <w:noProof w:val="0"/>
        </w:rPr>
        <w:t xml:space="preserve"> </w:t>
      </w:r>
      <w:r>
        <w:rPr>
          <w:noProof w:val="0"/>
        </w:rPr>
        <w:t>n.</w:t>
      </w:r>
      <w:r w:rsidR="003832B6">
        <w:rPr>
          <w:noProof w:val="0"/>
        </w:rPr>
        <w:t>1</w:t>
      </w:r>
      <w:r w:rsidR="000272B0">
        <w:rPr>
          <w:noProof w:val="0"/>
        </w:rPr>
        <w:t xml:space="preserve"> </w:t>
      </w:r>
      <w:r w:rsidR="003832B6">
        <w:rPr>
          <w:noProof w:val="0"/>
        </w:rPr>
        <w:t xml:space="preserve">ulteriore </w:t>
      </w:r>
      <w:r w:rsidR="00CD22BB">
        <w:rPr>
          <w:noProof w:val="0"/>
        </w:rPr>
        <w:t>risanamento</w:t>
      </w:r>
      <w:r w:rsidR="000272B0">
        <w:rPr>
          <w:noProof w:val="0"/>
        </w:rPr>
        <w:t xml:space="preserve"> </w:t>
      </w:r>
    </w:p>
    <w:tbl>
      <w:tblPr>
        <w:tblStyle w:val="Grigliatabella"/>
        <w:tblW w:w="9304" w:type="dxa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tblLook w:val="04A0" w:firstRow="1" w:lastRow="0" w:firstColumn="1" w:lastColumn="0" w:noHBand="0" w:noVBand="1"/>
      </w:tblPr>
      <w:tblGrid>
        <w:gridCol w:w="1883"/>
        <w:gridCol w:w="2819"/>
        <w:gridCol w:w="1380"/>
        <w:gridCol w:w="3072"/>
        <w:gridCol w:w="142"/>
        <w:gridCol w:w="8"/>
      </w:tblGrid>
      <w:tr w:rsidR="003832B6" w:rsidRPr="004F33AE" w14:paraId="534FC7A3" w14:textId="77777777" w:rsidTr="003832B6">
        <w:trPr>
          <w:trHeight w:val="324"/>
        </w:trPr>
        <w:tc>
          <w:tcPr>
            <w:tcW w:w="9304" w:type="dxa"/>
            <w:gridSpan w:val="6"/>
            <w:shd w:val="clear" w:color="auto" w:fill="C5E0B3" w:themeFill="accent6" w:themeFillTint="66"/>
            <w:vAlign w:val="center"/>
          </w:tcPr>
          <w:p w14:paraId="504A73F8" w14:textId="192ACE0D" w:rsidR="003832B6" w:rsidRPr="00A60247" w:rsidRDefault="00CD22BB" w:rsidP="006955E0">
            <w:pPr>
              <w:overflowPunct/>
              <w:textAlignment w:val="auto"/>
              <w:rPr>
                <w:rFonts w:cs="Arial"/>
                <w:b/>
                <w:noProof w:val="0"/>
                <w:lang w:eastAsia="en-US"/>
              </w:rPr>
            </w:pPr>
            <w:r>
              <w:rPr>
                <w:rFonts w:cs="Arial"/>
                <w:b/>
                <w:noProof w:val="0"/>
                <w:lang w:eastAsia="en-US"/>
              </w:rPr>
              <w:t>RISANAMENTO</w:t>
            </w:r>
            <w:r w:rsidR="003832B6" w:rsidRPr="00A60247">
              <w:rPr>
                <w:rFonts w:cs="Arial"/>
                <w:b/>
                <w:noProof w:val="0"/>
                <w:lang w:eastAsia="en-US"/>
              </w:rPr>
              <w:t xml:space="preserve"> N. 1, </w:t>
            </w:r>
            <w:r w:rsidR="003832B6">
              <w:rPr>
                <w:rFonts w:cs="Arial"/>
                <w:b/>
                <w:noProof w:val="0"/>
                <w:lang w:eastAsia="en-US"/>
              </w:rPr>
              <w:t xml:space="preserve">C.I.P.P. </w:t>
            </w:r>
            <w:r w:rsidR="003832B6" w:rsidRPr="00A60247">
              <w:rPr>
                <w:rFonts w:cs="Arial"/>
                <w:b/>
                <w:noProof w:val="0"/>
                <w:lang w:eastAsia="en-US"/>
              </w:rPr>
              <w:t xml:space="preserve"> – UV LINER</w:t>
            </w:r>
          </w:p>
        </w:tc>
      </w:tr>
      <w:tr w:rsidR="003832B6" w:rsidRPr="004F33AE" w14:paraId="33262159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36AA8A30" w14:textId="77777777" w:rsidR="003832B6" w:rsidRPr="004F33AE" w:rsidRDefault="003832B6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Descrizione intervento:</w:t>
            </w:r>
          </w:p>
        </w:tc>
        <w:tc>
          <w:tcPr>
            <w:tcW w:w="741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842256" w14:textId="77777777" w:rsidR="003832B6" w:rsidRPr="004F33AE" w:rsidRDefault="003832B6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3832B6" w:rsidRPr="004F33AE" w14:paraId="5E1A02CA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58DA2095" w14:textId="77777777" w:rsidR="003832B6" w:rsidRDefault="003832B6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Committente:</w:t>
            </w:r>
          </w:p>
        </w:tc>
        <w:tc>
          <w:tcPr>
            <w:tcW w:w="7413" w:type="dxa"/>
            <w:gridSpan w:val="4"/>
            <w:shd w:val="clear" w:color="auto" w:fill="D9D9D9" w:themeFill="background1" w:themeFillShade="D9"/>
            <w:vAlign w:val="center"/>
          </w:tcPr>
          <w:p w14:paraId="4320D862" w14:textId="77777777" w:rsidR="003832B6" w:rsidRPr="004F33AE" w:rsidRDefault="003832B6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3832B6" w:rsidRPr="004F33AE" w14:paraId="5782BAAD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26E9DB66" w14:textId="77777777" w:rsidR="003832B6" w:rsidRPr="004F33AE" w:rsidRDefault="003832B6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Località intervento:</w:t>
            </w:r>
          </w:p>
        </w:tc>
        <w:tc>
          <w:tcPr>
            <w:tcW w:w="2819" w:type="dxa"/>
            <w:shd w:val="clear" w:color="auto" w:fill="D9D9D9" w:themeFill="background1" w:themeFillShade="D9"/>
            <w:vAlign w:val="center"/>
          </w:tcPr>
          <w:p w14:paraId="74928DA0" w14:textId="77777777" w:rsidR="003832B6" w:rsidRPr="004F33AE" w:rsidRDefault="003832B6" w:rsidP="006955E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502E75" w14:textId="77777777" w:rsidR="003832B6" w:rsidRPr="004F33AE" w:rsidRDefault="003832B6" w:rsidP="006955E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Anno:</w:t>
            </w:r>
          </w:p>
        </w:tc>
        <w:tc>
          <w:tcPr>
            <w:tcW w:w="3214" w:type="dxa"/>
            <w:gridSpan w:val="2"/>
            <w:shd w:val="clear" w:color="auto" w:fill="D9D9D9" w:themeFill="background1" w:themeFillShade="D9"/>
            <w:vAlign w:val="center"/>
          </w:tcPr>
          <w:p w14:paraId="601317BE" w14:textId="77777777" w:rsidR="003832B6" w:rsidRPr="004F33AE" w:rsidRDefault="003832B6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3832B6" w14:paraId="75880738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4D4052D7" w14:textId="77777777" w:rsidR="003832B6" w:rsidRDefault="003832B6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Importo:</w:t>
            </w:r>
          </w:p>
        </w:tc>
        <w:tc>
          <w:tcPr>
            <w:tcW w:w="2819" w:type="dxa"/>
            <w:shd w:val="clear" w:color="auto" w:fill="D9D9D9" w:themeFill="background1" w:themeFillShade="D9"/>
            <w:vAlign w:val="center"/>
          </w:tcPr>
          <w:p w14:paraId="37B6F3B3" w14:textId="77777777" w:rsidR="003832B6" w:rsidRDefault="003832B6" w:rsidP="006955E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  <w:tc>
          <w:tcPr>
            <w:tcW w:w="4594" w:type="dxa"/>
            <w:gridSpan w:val="3"/>
            <w:shd w:val="clear" w:color="auto" w:fill="auto"/>
            <w:vAlign w:val="center"/>
          </w:tcPr>
          <w:p w14:paraId="00AFDB98" w14:textId="77777777" w:rsidR="003832B6" w:rsidRDefault="003832B6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€</w:t>
            </w:r>
          </w:p>
        </w:tc>
      </w:tr>
      <w:tr w:rsidR="003832B6" w14:paraId="797410C3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7E89E79A" w14:textId="1EA967AA" w:rsidR="003832B6" w:rsidRDefault="003832B6" w:rsidP="003832B6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Lunghezza:</w:t>
            </w:r>
          </w:p>
        </w:tc>
        <w:tc>
          <w:tcPr>
            <w:tcW w:w="2819" w:type="dxa"/>
            <w:shd w:val="clear" w:color="auto" w:fill="D9D9D9" w:themeFill="background1" w:themeFillShade="D9"/>
            <w:vAlign w:val="center"/>
          </w:tcPr>
          <w:p w14:paraId="0B86F8DB" w14:textId="77777777" w:rsidR="003832B6" w:rsidRDefault="003832B6" w:rsidP="003832B6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  <w:tc>
          <w:tcPr>
            <w:tcW w:w="4594" w:type="dxa"/>
            <w:gridSpan w:val="3"/>
            <w:shd w:val="clear" w:color="auto" w:fill="auto"/>
            <w:vAlign w:val="center"/>
          </w:tcPr>
          <w:p w14:paraId="5405B16A" w14:textId="7EBB73C0" w:rsidR="003832B6" w:rsidRDefault="003250BC" w:rsidP="003832B6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</w:rPr>
              <w:t xml:space="preserve">m </w:t>
            </w:r>
            <w:r w:rsidRPr="006955E0">
              <w:rPr>
                <w:rFonts w:cs="Arial"/>
                <w:noProof w:val="0"/>
              </w:rPr>
              <w:t>≥</w:t>
            </w:r>
            <w:r>
              <w:rPr>
                <w:noProof w:val="0"/>
              </w:rPr>
              <w:t xml:space="preserve"> </w:t>
            </w:r>
            <w:r w:rsidRPr="001E5BCC">
              <w:rPr>
                <w:noProof w:val="0"/>
              </w:rPr>
              <w:t>4</w:t>
            </w:r>
            <w:r>
              <w:rPr>
                <w:noProof w:val="0"/>
              </w:rPr>
              <w:t>0</w:t>
            </w:r>
            <w:r w:rsidRPr="001E5BCC">
              <w:rPr>
                <w:noProof w:val="0"/>
              </w:rPr>
              <w:t>0 m</w:t>
            </w:r>
            <w:r>
              <w:rPr>
                <w:rFonts w:cs="Arial"/>
                <w:noProof w:val="0"/>
                <w:lang w:eastAsia="en-US"/>
              </w:rPr>
              <w:t xml:space="preserve"> </w:t>
            </w:r>
          </w:p>
        </w:tc>
      </w:tr>
      <w:tr w:rsidR="003250BC" w14:paraId="25EF52A7" w14:textId="77777777" w:rsidTr="003250BC">
        <w:trPr>
          <w:gridAfter w:val="2"/>
          <w:wAfter w:w="150" w:type="dxa"/>
          <w:trHeight w:val="378"/>
        </w:trPr>
        <w:tc>
          <w:tcPr>
            <w:tcW w:w="1883" w:type="dxa"/>
            <w:vAlign w:val="center"/>
          </w:tcPr>
          <w:p w14:paraId="74B40033" w14:textId="6FA605B3" w:rsidR="003250BC" w:rsidRDefault="003250BC" w:rsidP="003832B6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Dimensioni profilo ovoidale (l/L):</w:t>
            </w:r>
          </w:p>
        </w:tc>
        <w:tc>
          <w:tcPr>
            <w:tcW w:w="2819" w:type="dxa"/>
            <w:shd w:val="clear" w:color="auto" w:fill="D9D9D9" w:themeFill="background1" w:themeFillShade="D9"/>
            <w:vAlign w:val="center"/>
          </w:tcPr>
          <w:p w14:paraId="38788C01" w14:textId="18460616" w:rsidR="003250BC" w:rsidRDefault="003250BC" w:rsidP="003832B6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x/x</w:t>
            </w:r>
          </w:p>
        </w:tc>
        <w:tc>
          <w:tcPr>
            <w:tcW w:w="4452" w:type="dxa"/>
            <w:gridSpan w:val="2"/>
            <w:shd w:val="clear" w:color="auto" w:fill="auto"/>
            <w:vAlign w:val="center"/>
          </w:tcPr>
          <w:p w14:paraId="039FD65D" w14:textId="04A80F5B" w:rsidR="003250BC" w:rsidRDefault="003250BC" w:rsidP="003832B6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 xml:space="preserve">mm/mm </w:t>
            </w:r>
            <w:r w:rsidRPr="006955E0">
              <w:rPr>
                <w:rFonts w:cs="Arial"/>
                <w:noProof w:val="0"/>
              </w:rPr>
              <w:t>≥</w:t>
            </w:r>
            <w:r>
              <w:rPr>
                <w:rFonts w:cs="Arial"/>
                <w:noProof w:val="0"/>
              </w:rPr>
              <w:t xml:space="preserve"> </w:t>
            </w:r>
            <w:r>
              <w:rPr>
                <w:noProof w:val="0"/>
              </w:rPr>
              <w:t>500/750 mm</w:t>
            </w:r>
          </w:p>
        </w:tc>
      </w:tr>
      <w:tr w:rsidR="006955E0" w:rsidRPr="004F33AE" w14:paraId="54530F36" w14:textId="77777777" w:rsidTr="006955E0">
        <w:trPr>
          <w:trHeight w:val="324"/>
        </w:trPr>
        <w:tc>
          <w:tcPr>
            <w:tcW w:w="9304" w:type="dxa"/>
            <w:gridSpan w:val="6"/>
            <w:shd w:val="clear" w:color="auto" w:fill="C5E0B3" w:themeFill="accent6" w:themeFillTint="66"/>
            <w:vAlign w:val="center"/>
          </w:tcPr>
          <w:p w14:paraId="288A14F7" w14:textId="4F7CC01B" w:rsidR="006955E0" w:rsidRPr="00A60247" w:rsidRDefault="00CD22BB" w:rsidP="006955E0">
            <w:pPr>
              <w:overflowPunct/>
              <w:textAlignment w:val="auto"/>
              <w:rPr>
                <w:rFonts w:cs="Arial"/>
                <w:b/>
                <w:noProof w:val="0"/>
                <w:lang w:eastAsia="en-US"/>
              </w:rPr>
            </w:pPr>
            <w:r>
              <w:rPr>
                <w:rFonts w:cs="Arial"/>
                <w:b/>
                <w:noProof w:val="0"/>
                <w:lang w:eastAsia="en-US"/>
              </w:rPr>
              <w:t>RISANAMENTO</w:t>
            </w:r>
            <w:r w:rsidRPr="00A60247">
              <w:rPr>
                <w:rFonts w:cs="Arial"/>
                <w:b/>
                <w:noProof w:val="0"/>
                <w:lang w:eastAsia="en-US"/>
              </w:rPr>
              <w:t xml:space="preserve"> </w:t>
            </w:r>
            <w:r w:rsidR="006955E0" w:rsidRPr="00A60247">
              <w:rPr>
                <w:rFonts w:cs="Arial"/>
                <w:b/>
                <w:noProof w:val="0"/>
                <w:lang w:eastAsia="en-US"/>
              </w:rPr>
              <w:t xml:space="preserve">N. </w:t>
            </w:r>
            <w:r w:rsidR="006955E0">
              <w:rPr>
                <w:rFonts w:cs="Arial"/>
                <w:b/>
                <w:noProof w:val="0"/>
                <w:lang w:eastAsia="en-US"/>
              </w:rPr>
              <w:t>2</w:t>
            </w:r>
            <w:r w:rsidR="006955E0" w:rsidRPr="00A60247">
              <w:rPr>
                <w:rFonts w:cs="Arial"/>
                <w:b/>
                <w:noProof w:val="0"/>
                <w:lang w:eastAsia="en-US"/>
              </w:rPr>
              <w:t xml:space="preserve">, </w:t>
            </w:r>
            <w:r>
              <w:rPr>
                <w:rFonts w:cs="Arial"/>
                <w:b/>
                <w:noProof w:val="0"/>
                <w:lang w:eastAsia="en-US"/>
              </w:rPr>
              <w:t xml:space="preserve">C.I.P.P. </w:t>
            </w:r>
            <w:r w:rsidRPr="00A60247">
              <w:rPr>
                <w:rFonts w:cs="Arial"/>
                <w:b/>
                <w:noProof w:val="0"/>
                <w:lang w:eastAsia="en-US"/>
              </w:rPr>
              <w:t xml:space="preserve"> – UV LINER</w:t>
            </w:r>
          </w:p>
        </w:tc>
      </w:tr>
      <w:tr w:rsidR="006955E0" w:rsidRPr="004F33AE" w14:paraId="495431C6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117B6F66" w14:textId="77777777" w:rsidR="006955E0" w:rsidRPr="004F33AE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Descrizione intervento:</w:t>
            </w:r>
          </w:p>
        </w:tc>
        <w:tc>
          <w:tcPr>
            <w:tcW w:w="741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D5B4B" w14:textId="77777777" w:rsidR="006955E0" w:rsidRPr="004F33AE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6955E0" w:rsidRPr="004F33AE" w14:paraId="713609A9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3E06577D" w14:textId="77777777" w:rsidR="006955E0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Committente:</w:t>
            </w:r>
          </w:p>
        </w:tc>
        <w:tc>
          <w:tcPr>
            <w:tcW w:w="7413" w:type="dxa"/>
            <w:gridSpan w:val="4"/>
            <w:shd w:val="clear" w:color="auto" w:fill="D9D9D9" w:themeFill="background1" w:themeFillShade="D9"/>
            <w:vAlign w:val="center"/>
          </w:tcPr>
          <w:p w14:paraId="14573918" w14:textId="77777777" w:rsidR="006955E0" w:rsidRPr="004F33AE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6955E0" w:rsidRPr="004F33AE" w14:paraId="4FA7A0EC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411D7E39" w14:textId="77777777" w:rsidR="006955E0" w:rsidRPr="004F33AE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Località intervento:</w:t>
            </w:r>
          </w:p>
        </w:tc>
        <w:tc>
          <w:tcPr>
            <w:tcW w:w="2819" w:type="dxa"/>
            <w:shd w:val="clear" w:color="auto" w:fill="D9D9D9" w:themeFill="background1" w:themeFillShade="D9"/>
            <w:vAlign w:val="center"/>
          </w:tcPr>
          <w:p w14:paraId="238024DB" w14:textId="77777777" w:rsidR="006955E0" w:rsidRPr="004F33AE" w:rsidRDefault="006955E0" w:rsidP="006955E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612985D" w14:textId="77777777" w:rsidR="006955E0" w:rsidRPr="004F33AE" w:rsidRDefault="006955E0" w:rsidP="006955E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Anno:</w:t>
            </w:r>
          </w:p>
        </w:tc>
        <w:tc>
          <w:tcPr>
            <w:tcW w:w="3214" w:type="dxa"/>
            <w:gridSpan w:val="2"/>
            <w:shd w:val="clear" w:color="auto" w:fill="D9D9D9" w:themeFill="background1" w:themeFillShade="D9"/>
            <w:vAlign w:val="center"/>
          </w:tcPr>
          <w:p w14:paraId="126BE11C" w14:textId="77777777" w:rsidR="006955E0" w:rsidRPr="004F33AE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6955E0" w14:paraId="39F3487A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6CD56EF3" w14:textId="77777777" w:rsidR="006955E0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Importo:</w:t>
            </w:r>
          </w:p>
        </w:tc>
        <w:tc>
          <w:tcPr>
            <w:tcW w:w="2819" w:type="dxa"/>
            <w:shd w:val="clear" w:color="auto" w:fill="D9D9D9" w:themeFill="background1" w:themeFillShade="D9"/>
            <w:vAlign w:val="center"/>
          </w:tcPr>
          <w:p w14:paraId="530E4BB9" w14:textId="77777777" w:rsidR="006955E0" w:rsidRDefault="006955E0" w:rsidP="006955E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  <w:tc>
          <w:tcPr>
            <w:tcW w:w="4594" w:type="dxa"/>
            <w:gridSpan w:val="3"/>
            <w:shd w:val="clear" w:color="auto" w:fill="auto"/>
            <w:vAlign w:val="center"/>
          </w:tcPr>
          <w:p w14:paraId="667BE454" w14:textId="77777777" w:rsidR="006955E0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€</w:t>
            </w:r>
          </w:p>
        </w:tc>
      </w:tr>
      <w:tr w:rsidR="006955E0" w14:paraId="7DDDFF48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4530419E" w14:textId="77777777" w:rsidR="006955E0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Lunghezza:</w:t>
            </w:r>
          </w:p>
        </w:tc>
        <w:tc>
          <w:tcPr>
            <w:tcW w:w="2819" w:type="dxa"/>
            <w:shd w:val="clear" w:color="auto" w:fill="D9D9D9" w:themeFill="background1" w:themeFillShade="D9"/>
            <w:vAlign w:val="center"/>
          </w:tcPr>
          <w:p w14:paraId="6752274F" w14:textId="77777777" w:rsidR="006955E0" w:rsidRDefault="006955E0" w:rsidP="006955E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  <w:tc>
          <w:tcPr>
            <w:tcW w:w="4594" w:type="dxa"/>
            <w:gridSpan w:val="3"/>
            <w:shd w:val="clear" w:color="auto" w:fill="auto"/>
            <w:vAlign w:val="center"/>
          </w:tcPr>
          <w:p w14:paraId="55BAE487" w14:textId="3416EAEF" w:rsidR="006955E0" w:rsidRDefault="003250BC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</w:rPr>
              <w:t xml:space="preserve">m </w:t>
            </w:r>
            <w:r w:rsidRPr="006955E0">
              <w:rPr>
                <w:rFonts w:cs="Arial"/>
                <w:noProof w:val="0"/>
              </w:rPr>
              <w:t>≥</w:t>
            </w:r>
            <w:r>
              <w:rPr>
                <w:noProof w:val="0"/>
              </w:rPr>
              <w:t xml:space="preserve"> </w:t>
            </w:r>
            <w:r w:rsidRPr="001E5BCC">
              <w:rPr>
                <w:noProof w:val="0"/>
              </w:rPr>
              <w:t>4</w:t>
            </w:r>
            <w:r>
              <w:rPr>
                <w:noProof w:val="0"/>
              </w:rPr>
              <w:t>0</w:t>
            </w:r>
            <w:r w:rsidRPr="001E5BCC">
              <w:rPr>
                <w:noProof w:val="0"/>
              </w:rPr>
              <w:t>0 m</w:t>
            </w:r>
          </w:p>
        </w:tc>
      </w:tr>
      <w:tr w:rsidR="006955E0" w14:paraId="1494526E" w14:textId="77777777" w:rsidTr="003250BC">
        <w:trPr>
          <w:gridAfter w:val="2"/>
          <w:wAfter w:w="150" w:type="dxa"/>
          <w:trHeight w:val="378"/>
        </w:trPr>
        <w:tc>
          <w:tcPr>
            <w:tcW w:w="1883" w:type="dxa"/>
            <w:vAlign w:val="center"/>
          </w:tcPr>
          <w:p w14:paraId="4897711B" w14:textId="77777777" w:rsidR="006955E0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Dimensioni profilo ovoidale (l/L):</w:t>
            </w:r>
          </w:p>
        </w:tc>
        <w:tc>
          <w:tcPr>
            <w:tcW w:w="2819" w:type="dxa"/>
            <w:shd w:val="clear" w:color="auto" w:fill="D9D9D9" w:themeFill="background1" w:themeFillShade="D9"/>
            <w:vAlign w:val="center"/>
          </w:tcPr>
          <w:p w14:paraId="74DAEDB3" w14:textId="77777777" w:rsidR="006955E0" w:rsidRDefault="006955E0" w:rsidP="006955E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x/x</w:t>
            </w:r>
          </w:p>
        </w:tc>
        <w:tc>
          <w:tcPr>
            <w:tcW w:w="4452" w:type="dxa"/>
            <w:gridSpan w:val="2"/>
            <w:shd w:val="clear" w:color="auto" w:fill="auto"/>
            <w:vAlign w:val="center"/>
          </w:tcPr>
          <w:p w14:paraId="0DDDE484" w14:textId="42A30E67" w:rsidR="006955E0" w:rsidRDefault="003250BC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 xml:space="preserve">mm/mm </w:t>
            </w:r>
            <w:r w:rsidRPr="006955E0">
              <w:rPr>
                <w:rFonts w:cs="Arial"/>
                <w:noProof w:val="0"/>
              </w:rPr>
              <w:t>≥</w:t>
            </w:r>
            <w:r>
              <w:rPr>
                <w:rFonts w:cs="Arial"/>
                <w:noProof w:val="0"/>
              </w:rPr>
              <w:t xml:space="preserve"> </w:t>
            </w:r>
            <w:r>
              <w:rPr>
                <w:noProof w:val="0"/>
              </w:rPr>
              <w:t>500/750 mm</w:t>
            </w:r>
          </w:p>
        </w:tc>
      </w:tr>
      <w:tr w:rsidR="006955E0" w:rsidRPr="004F33AE" w14:paraId="17401044" w14:textId="77777777" w:rsidTr="006955E0">
        <w:trPr>
          <w:trHeight w:val="324"/>
        </w:trPr>
        <w:tc>
          <w:tcPr>
            <w:tcW w:w="9304" w:type="dxa"/>
            <w:gridSpan w:val="6"/>
            <w:shd w:val="clear" w:color="auto" w:fill="C5E0B3" w:themeFill="accent6" w:themeFillTint="66"/>
            <w:vAlign w:val="center"/>
          </w:tcPr>
          <w:p w14:paraId="3EB740DC" w14:textId="37B7036C" w:rsidR="006955E0" w:rsidRPr="00A60247" w:rsidRDefault="00CD22BB" w:rsidP="006955E0">
            <w:pPr>
              <w:overflowPunct/>
              <w:textAlignment w:val="auto"/>
              <w:rPr>
                <w:rFonts w:cs="Arial"/>
                <w:b/>
                <w:noProof w:val="0"/>
                <w:lang w:eastAsia="en-US"/>
              </w:rPr>
            </w:pPr>
            <w:r>
              <w:rPr>
                <w:rFonts w:cs="Arial"/>
                <w:b/>
                <w:noProof w:val="0"/>
                <w:lang w:eastAsia="en-US"/>
              </w:rPr>
              <w:t>RISANAMENTO</w:t>
            </w:r>
            <w:r w:rsidRPr="00A60247">
              <w:rPr>
                <w:rFonts w:cs="Arial"/>
                <w:b/>
                <w:noProof w:val="0"/>
                <w:lang w:eastAsia="en-US"/>
              </w:rPr>
              <w:t xml:space="preserve"> </w:t>
            </w:r>
            <w:r w:rsidR="006955E0" w:rsidRPr="00A60247">
              <w:rPr>
                <w:rFonts w:cs="Arial"/>
                <w:b/>
                <w:noProof w:val="0"/>
                <w:lang w:eastAsia="en-US"/>
              </w:rPr>
              <w:t xml:space="preserve">N. </w:t>
            </w:r>
            <w:r w:rsidR="006955E0">
              <w:rPr>
                <w:rFonts w:cs="Arial"/>
                <w:b/>
                <w:noProof w:val="0"/>
                <w:lang w:eastAsia="en-US"/>
              </w:rPr>
              <w:t>3</w:t>
            </w:r>
            <w:r w:rsidR="006955E0" w:rsidRPr="00A60247">
              <w:rPr>
                <w:rFonts w:cs="Arial"/>
                <w:b/>
                <w:noProof w:val="0"/>
                <w:lang w:eastAsia="en-US"/>
              </w:rPr>
              <w:t xml:space="preserve">, </w:t>
            </w:r>
            <w:r>
              <w:rPr>
                <w:rFonts w:cs="Arial"/>
                <w:b/>
                <w:noProof w:val="0"/>
                <w:lang w:eastAsia="en-US"/>
              </w:rPr>
              <w:t xml:space="preserve">C.I.P.P. </w:t>
            </w:r>
            <w:r w:rsidRPr="00A60247">
              <w:rPr>
                <w:rFonts w:cs="Arial"/>
                <w:b/>
                <w:noProof w:val="0"/>
                <w:lang w:eastAsia="en-US"/>
              </w:rPr>
              <w:t xml:space="preserve"> – UV LINER</w:t>
            </w:r>
          </w:p>
        </w:tc>
      </w:tr>
      <w:tr w:rsidR="006955E0" w:rsidRPr="004F33AE" w14:paraId="5E10A85A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0FBCBA1A" w14:textId="77777777" w:rsidR="006955E0" w:rsidRPr="004F33AE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Descrizione intervento:</w:t>
            </w:r>
          </w:p>
        </w:tc>
        <w:tc>
          <w:tcPr>
            <w:tcW w:w="741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3C302A" w14:textId="77777777" w:rsidR="006955E0" w:rsidRPr="004F33AE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6955E0" w:rsidRPr="004F33AE" w14:paraId="00333134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40177084" w14:textId="77777777" w:rsidR="006955E0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Committente:</w:t>
            </w:r>
          </w:p>
        </w:tc>
        <w:tc>
          <w:tcPr>
            <w:tcW w:w="7413" w:type="dxa"/>
            <w:gridSpan w:val="4"/>
            <w:shd w:val="clear" w:color="auto" w:fill="D9D9D9" w:themeFill="background1" w:themeFillShade="D9"/>
            <w:vAlign w:val="center"/>
          </w:tcPr>
          <w:p w14:paraId="5E446067" w14:textId="77777777" w:rsidR="006955E0" w:rsidRPr="004F33AE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6955E0" w:rsidRPr="004F33AE" w14:paraId="1B0E7DF1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46F34CF1" w14:textId="77777777" w:rsidR="006955E0" w:rsidRPr="004F33AE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Località intervento:</w:t>
            </w:r>
          </w:p>
        </w:tc>
        <w:tc>
          <w:tcPr>
            <w:tcW w:w="2819" w:type="dxa"/>
            <w:shd w:val="clear" w:color="auto" w:fill="D9D9D9" w:themeFill="background1" w:themeFillShade="D9"/>
            <w:vAlign w:val="center"/>
          </w:tcPr>
          <w:p w14:paraId="7EDB841A" w14:textId="77777777" w:rsidR="006955E0" w:rsidRPr="004F33AE" w:rsidRDefault="006955E0" w:rsidP="006955E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667DDC5" w14:textId="77777777" w:rsidR="006955E0" w:rsidRPr="004F33AE" w:rsidRDefault="006955E0" w:rsidP="006955E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Anno:</w:t>
            </w:r>
          </w:p>
        </w:tc>
        <w:tc>
          <w:tcPr>
            <w:tcW w:w="3214" w:type="dxa"/>
            <w:gridSpan w:val="2"/>
            <w:shd w:val="clear" w:color="auto" w:fill="D9D9D9" w:themeFill="background1" w:themeFillShade="D9"/>
            <w:vAlign w:val="center"/>
          </w:tcPr>
          <w:p w14:paraId="19B3A004" w14:textId="77777777" w:rsidR="006955E0" w:rsidRPr="004F33AE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6955E0" w14:paraId="4A4DF7D7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16023AC7" w14:textId="77777777" w:rsidR="006955E0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Importo:</w:t>
            </w:r>
          </w:p>
        </w:tc>
        <w:tc>
          <w:tcPr>
            <w:tcW w:w="2819" w:type="dxa"/>
            <w:shd w:val="clear" w:color="auto" w:fill="D9D9D9" w:themeFill="background1" w:themeFillShade="D9"/>
            <w:vAlign w:val="center"/>
          </w:tcPr>
          <w:p w14:paraId="6E95AEEB" w14:textId="77777777" w:rsidR="006955E0" w:rsidRDefault="006955E0" w:rsidP="006955E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  <w:tc>
          <w:tcPr>
            <w:tcW w:w="4594" w:type="dxa"/>
            <w:gridSpan w:val="3"/>
            <w:shd w:val="clear" w:color="auto" w:fill="auto"/>
            <w:vAlign w:val="center"/>
          </w:tcPr>
          <w:p w14:paraId="7F646A46" w14:textId="77777777" w:rsidR="006955E0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€</w:t>
            </w:r>
          </w:p>
        </w:tc>
      </w:tr>
      <w:tr w:rsidR="006955E0" w14:paraId="731101C8" w14:textId="77777777" w:rsidTr="003250BC">
        <w:trPr>
          <w:gridAfter w:val="1"/>
          <w:wAfter w:w="8" w:type="dxa"/>
          <w:trHeight w:val="378"/>
        </w:trPr>
        <w:tc>
          <w:tcPr>
            <w:tcW w:w="1883" w:type="dxa"/>
            <w:vAlign w:val="center"/>
          </w:tcPr>
          <w:p w14:paraId="2C29C90D" w14:textId="77777777" w:rsidR="006955E0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Lunghezza:</w:t>
            </w:r>
          </w:p>
        </w:tc>
        <w:tc>
          <w:tcPr>
            <w:tcW w:w="2819" w:type="dxa"/>
            <w:shd w:val="clear" w:color="auto" w:fill="D9D9D9" w:themeFill="background1" w:themeFillShade="D9"/>
            <w:vAlign w:val="center"/>
          </w:tcPr>
          <w:p w14:paraId="5A12B84F" w14:textId="77777777" w:rsidR="006955E0" w:rsidRDefault="006955E0" w:rsidP="006955E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  <w:tc>
          <w:tcPr>
            <w:tcW w:w="4594" w:type="dxa"/>
            <w:gridSpan w:val="3"/>
            <w:shd w:val="clear" w:color="auto" w:fill="auto"/>
            <w:vAlign w:val="center"/>
          </w:tcPr>
          <w:p w14:paraId="1B359E92" w14:textId="22768DF2" w:rsidR="006955E0" w:rsidRDefault="003250BC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</w:rPr>
              <w:t xml:space="preserve">m </w:t>
            </w:r>
            <w:r w:rsidRPr="006955E0">
              <w:rPr>
                <w:rFonts w:cs="Arial"/>
                <w:noProof w:val="0"/>
              </w:rPr>
              <w:t>≥</w:t>
            </w:r>
            <w:r>
              <w:rPr>
                <w:noProof w:val="0"/>
              </w:rPr>
              <w:t xml:space="preserve"> 10</w:t>
            </w:r>
            <w:r w:rsidRPr="001E5BCC">
              <w:rPr>
                <w:noProof w:val="0"/>
              </w:rPr>
              <w:t>0 m</w:t>
            </w:r>
          </w:p>
        </w:tc>
      </w:tr>
      <w:tr w:rsidR="006955E0" w14:paraId="49B6D518" w14:textId="77777777" w:rsidTr="003250BC">
        <w:trPr>
          <w:gridAfter w:val="2"/>
          <w:wAfter w:w="150" w:type="dxa"/>
          <w:trHeight w:val="378"/>
        </w:trPr>
        <w:tc>
          <w:tcPr>
            <w:tcW w:w="1883" w:type="dxa"/>
            <w:vAlign w:val="center"/>
          </w:tcPr>
          <w:p w14:paraId="6E7E3F14" w14:textId="77777777" w:rsidR="006955E0" w:rsidRDefault="006955E0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Dimensioni profilo ovoidale (l/L):</w:t>
            </w:r>
          </w:p>
        </w:tc>
        <w:tc>
          <w:tcPr>
            <w:tcW w:w="2819" w:type="dxa"/>
            <w:shd w:val="clear" w:color="auto" w:fill="D9D9D9" w:themeFill="background1" w:themeFillShade="D9"/>
            <w:vAlign w:val="center"/>
          </w:tcPr>
          <w:p w14:paraId="7C46D1FB" w14:textId="77777777" w:rsidR="006955E0" w:rsidRDefault="006955E0" w:rsidP="006955E0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x/x</w:t>
            </w:r>
          </w:p>
        </w:tc>
        <w:tc>
          <w:tcPr>
            <w:tcW w:w="4452" w:type="dxa"/>
            <w:gridSpan w:val="2"/>
            <w:shd w:val="clear" w:color="auto" w:fill="auto"/>
            <w:vAlign w:val="center"/>
          </w:tcPr>
          <w:p w14:paraId="43F283CB" w14:textId="4B30886D" w:rsidR="006955E0" w:rsidRDefault="003250BC" w:rsidP="006955E0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 xml:space="preserve">mm/mm </w:t>
            </w:r>
            <w:r w:rsidRPr="006955E0">
              <w:rPr>
                <w:rFonts w:cs="Arial"/>
                <w:noProof w:val="0"/>
              </w:rPr>
              <w:t>≥</w:t>
            </w:r>
            <w:r>
              <w:rPr>
                <w:rFonts w:cs="Arial"/>
                <w:noProof w:val="0"/>
              </w:rPr>
              <w:t xml:space="preserve"> </w:t>
            </w:r>
            <w:r>
              <w:rPr>
                <w:noProof w:val="0"/>
              </w:rPr>
              <w:t>500/750 mm</w:t>
            </w:r>
          </w:p>
        </w:tc>
      </w:tr>
    </w:tbl>
    <w:p w14:paraId="1F6F2CE8" w14:textId="77777777" w:rsidR="00BA4A97" w:rsidRDefault="00BA4A97" w:rsidP="004B110A">
      <w:pPr>
        <w:spacing w:line="360" w:lineRule="auto"/>
        <w:ind w:left="142"/>
        <w:jc w:val="both"/>
        <w:rPr>
          <w:b/>
          <w:noProof w:val="0"/>
        </w:rPr>
      </w:pPr>
    </w:p>
    <w:p w14:paraId="1D814385" w14:textId="77777777" w:rsidR="00BA4A97" w:rsidRDefault="00BA4A97">
      <w:pPr>
        <w:overflowPunct/>
        <w:autoSpaceDE/>
        <w:autoSpaceDN/>
        <w:adjustRightInd/>
        <w:textAlignment w:val="auto"/>
        <w:rPr>
          <w:b/>
          <w:noProof w:val="0"/>
        </w:rPr>
      </w:pPr>
      <w:r>
        <w:rPr>
          <w:b/>
          <w:noProof w:val="0"/>
        </w:rPr>
        <w:br w:type="page"/>
      </w:r>
    </w:p>
    <w:p w14:paraId="17D6232F" w14:textId="071A782E" w:rsidR="004B110A" w:rsidRDefault="004B110A" w:rsidP="004B110A">
      <w:pPr>
        <w:spacing w:line="360" w:lineRule="auto"/>
        <w:ind w:left="142"/>
        <w:jc w:val="both"/>
        <w:rPr>
          <w:noProof w:val="0"/>
        </w:rPr>
      </w:pPr>
      <w:r w:rsidRPr="00E11870">
        <w:rPr>
          <w:b/>
          <w:noProof w:val="0"/>
        </w:rPr>
        <w:lastRenderedPageBreak/>
        <w:t xml:space="preserve">Tabella </w:t>
      </w:r>
      <w:r w:rsidR="003977F0">
        <w:rPr>
          <w:b/>
          <w:noProof w:val="0"/>
        </w:rPr>
        <w:t>2</w:t>
      </w:r>
      <w:r w:rsidRPr="00E11870">
        <w:rPr>
          <w:b/>
          <w:noProof w:val="0"/>
        </w:rPr>
        <w:t>:</w:t>
      </w:r>
      <w:r w:rsidR="004C364E">
        <w:rPr>
          <w:b/>
          <w:noProof w:val="0"/>
        </w:rPr>
        <w:t xml:space="preserve"> </w:t>
      </w:r>
      <w:r w:rsidR="004C364E" w:rsidRPr="004C364E">
        <w:rPr>
          <w:noProof w:val="0"/>
        </w:rPr>
        <w:t xml:space="preserve">Esperienza, nel triennio 2018, 2019, 2020, nell’installazione e gestione continua di </w:t>
      </w:r>
      <w:r w:rsidR="00DF0366">
        <w:rPr>
          <w:noProof w:val="0"/>
        </w:rPr>
        <w:t xml:space="preserve">n. 3 </w:t>
      </w:r>
      <w:r w:rsidR="004C364E" w:rsidRPr="004C364E">
        <w:rPr>
          <w:noProof w:val="0"/>
        </w:rPr>
        <w:t>bypass</w:t>
      </w:r>
      <w:r w:rsidRPr="00E11870">
        <w:rPr>
          <w:noProof w:val="0"/>
        </w:rPr>
        <w:t xml:space="preserve">, </w:t>
      </w:r>
      <w:r>
        <w:rPr>
          <w:noProof w:val="0"/>
        </w:rPr>
        <w:t>con i seguenti requisiti:</w:t>
      </w:r>
    </w:p>
    <w:p w14:paraId="0D1071F5" w14:textId="3751FDE2" w:rsidR="004B110A" w:rsidRPr="001E5BCC" w:rsidRDefault="004B110A" w:rsidP="004B110A">
      <w:pPr>
        <w:pStyle w:val="Paragrafoelenco"/>
        <w:numPr>
          <w:ilvl w:val="0"/>
          <w:numId w:val="10"/>
        </w:numPr>
        <w:spacing w:line="360" w:lineRule="auto"/>
        <w:jc w:val="both"/>
        <w:rPr>
          <w:b/>
          <w:noProof w:val="0"/>
        </w:rPr>
      </w:pPr>
      <w:r>
        <w:rPr>
          <w:noProof w:val="0"/>
        </w:rPr>
        <w:t xml:space="preserve">portata </w:t>
      </w:r>
      <w:r w:rsidRPr="001E5BCC">
        <w:rPr>
          <w:rFonts w:cs="Arial"/>
          <w:noProof w:val="0"/>
        </w:rPr>
        <w:t>≥</w:t>
      </w:r>
      <w:r>
        <w:rPr>
          <w:noProof w:val="0"/>
        </w:rPr>
        <w:t xml:space="preserve"> </w:t>
      </w:r>
      <w:r w:rsidRPr="001E5BCC">
        <w:rPr>
          <w:noProof w:val="0"/>
        </w:rPr>
        <w:t>4</w:t>
      </w:r>
      <w:r w:rsidR="00D9090E">
        <w:rPr>
          <w:noProof w:val="0"/>
        </w:rPr>
        <w:t>5</w:t>
      </w:r>
      <w:r w:rsidRPr="001E5BCC">
        <w:rPr>
          <w:noProof w:val="0"/>
        </w:rPr>
        <w:t xml:space="preserve">0 </w:t>
      </w:r>
      <w:bookmarkStart w:id="4" w:name="_Hlk65773947"/>
      <w:r w:rsidRPr="001E5BCC">
        <w:rPr>
          <w:noProof w:val="0"/>
        </w:rPr>
        <w:t>m³/h</w:t>
      </w:r>
      <w:r>
        <w:rPr>
          <w:noProof w:val="0"/>
        </w:rPr>
        <w:t xml:space="preserve"> </w:t>
      </w:r>
      <w:bookmarkEnd w:id="4"/>
    </w:p>
    <w:p w14:paraId="4AF07A1A" w14:textId="14411E53" w:rsidR="004B110A" w:rsidRPr="001E5BCC" w:rsidRDefault="004B110A" w:rsidP="004B110A">
      <w:pPr>
        <w:pStyle w:val="Paragrafoelenco"/>
        <w:numPr>
          <w:ilvl w:val="0"/>
          <w:numId w:val="10"/>
        </w:numPr>
        <w:spacing w:line="360" w:lineRule="auto"/>
        <w:jc w:val="both"/>
        <w:rPr>
          <w:b/>
          <w:noProof w:val="0"/>
        </w:rPr>
      </w:pPr>
      <w:r w:rsidRPr="00E11870">
        <w:rPr>
          <w:noProof w:val="0"/>
        </w:rPr>
        <w:t>durata</w:t>
      </w:r>
      <w:r w:rsidR="00F95D88">
        <w:rPr>
          <w:noProof w:val="0"/>
        </w:rPr>
        <w:t xml:space="preserve"> funzionamento bypass</w:t>
      </w:r>
      <w:r w:rsidRPr="00E11870">
        <w:rPr>
          <w:noProof w:val="0"/>
        </w:rPr>
        <w:t xml:space="preserve"> </w:t>
      </w:r>
      <w:r w:rsidRPr="001E5BCC">
        <w:rPr>
          <w:rFonts w:cs="Arial"/>
          <w:noProof w:val="0"/>
        </w:rPr>
        <w:t>≥</w:t>
      </w:r>
      <w:r>
        <w:rPr>
          <w:noProof w:val="0"/>
        </w:rPr>
        <w:t xml:space="preserve"> </w:t>
      </w:r>
      <w:r w:rsidRPr="001E5BCC">
        <w:rPr>
          <w:noProof w:val="0"/>
        </w:rPr>
        <w:t>60 g</w:t>
      </w:r>
      <w:r w:rsidR="004C364E">
        <w:rPr>
          <w:noProof w:val="0"/>
        </w:rPr>
        <w:t>iorni</w:t>
      </w:r>
    </w:p>
    <w:tbl>
      <w:tblPr>
        <w:tblStyle w:val="Grigliatabella"/>
        <w:tblW w:w="9304" w:type="dxa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tblLook w:val="04A0" w:firstRow="1" w:lastRow="0" w:firstColumn="1" w:lastColumn="0" w:noHBand="0" w:noVBand="1"/>
      </w:tblPr>
      <w:tblGrid>
        <w:gridCol w:w="2350"/>
        <w:gridCol w:w="2504"/>
        <w:gridCol w:w="1081"/>
        <w:gridCol w:w="3219"/>
        <w:gridCol w:w="142"/>
        <w:gridCol w:w="8"/>
      </w:tblGrid>
      <w:tr w:rsidR="004B110A" w:rsidRPr="004F33AE" w14:paraId="543DA59F" w14:textId="77777777" w:rsidTr="004D2988">
        <w:trPr>
          <w:trHeight w:val="324"/>
        </w:trPr>
        <w:tc>
          <w:tcPr>
            <w:tcW w:w="9304" w:type="dxa"/>
            <w:gridSpan w:val="6"/>
            <w:shd w:val="clear" w:color="auto" w:fill="C5E0B3" w:themeFill="accent6" w:themeFillTint="66"/>
            <w:vAlign w:val="center"/>
          </w:tcPr>
          <w:p w14:paraId="068916D5" w14:textId="64A01CDF" w:rsidR="004B110A" w:rsidRPr="00A60247" w:rsidRDefault="00CD22BB" w:rsidP="004D2988">
            <w:pPr>
              <w:overflowPunct/>
              <w:textAlignment w:val="auto"/>
              <w:rPr>
                <w:rFonts w:cs="Arial"/>
                <w:b/>
                <w:noProof w:val="0"/>
                <w:lang w:eastAsia="en-US"/>
              </w:rPr>
            </w:pPr>
            <w:r w:rsidRPr="00A60247">
              <w:rPr>
                <w:rFonts w:cs="Arial"/>
                <w:b/>
                <w:noProof w:val="0"/>
                <w:lang w:eastAsia="en-US"/>
              </w:rPr>
              <w:t xml:space="preserve">BYPASS </w:t>
            </w:r>
            <w:r w:rsidR="004B110A" w:rsidRPr="00A60247">
              <w:rPr>
                <w:rFonts w:cs="Arial"/>
                <w:b/>
                <w:noProof w:val="0"/>
                <w:lang w:eastAsia="en-US"/>
              </w:rPr>
              <w:t>N. 1</w:t>
            </w:r>
          </w:p>
        </w:tc>
      </w:tr>
      <w:tr w:rsidR="004B110A" w:rsidRPr="004F33AE" w14:paraId="2C4E0B9A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5C07A019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Descrizione intervento:</w:t>
            </w:r>
          </w:p>
        </w:tc>
        <w:tc>
          <w:tcPr>
            <w:tcW w:w="6946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95C908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4B110A" w:rsidRPr="004F33AE" w14:paraId="378C1BB4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491FE8AA" w14:textId="77777777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Committente:</w:t>
            </w:r>
          </w:p>
        </w:tc>
        <w:tc>
          <w:tcPr>
            <w:tcW w:w="6946" w:type="dxa"/>
            <w:gridSpan w:val="4"/>
            <w:shd w:val="clear" w:color="auto" w:fill="D9D9D9" w:themeFill="background1" w:themeFillShade="D9"/>
            <w:vAlign w:val="center"/>
          </w:tcPr>
          <w:p w14:paraId="682D93CD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4B110A" w:rsidRPr="004F33AE" w14:paraId="28C27A46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150FA860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Località intervento:</w:t>
            </w:r>
          </w:p>
        </w:tc>
        <w:tc>
          <w:tcPr>
            <w:tcW w:w="2504" w:type="dxa"/>
            <w:shd w:val="clear" w:color="auto" w:fill="D9D9D9" w:themeFill="background1" w:themeFillShade="D9"/>
            <w:vAlign w:val="center"/>
          </w:tcPr>
          <w:p w14:paraId="14BB3881" w14:textId="77777777" w:rsidR="004B110A" w:rsidRPr="004F33AE" w:rsidRDefault="004B110A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D73673B" w14:textId="77777777" w:rsidR="004B110A" w:rsidRPr="004F33AE" w:rsidRDefault="004B110A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Anno:</w:t>
            </w:r>
          </w:p>
        </w:tc>
        <w:tc>
          <w:tcPr>
            <w:tcW w:w="3361" w:type="dxa"/>
            <w:gridSpan w:val="2"/>
            <w:shd w:val="clear" w:color="auto" w:fill="D9D9D9" w:themeFill="background1" w:themeFillShade="D9"/>
            <w:vAlign w:val="center"/>
          </w:tcPr>
          <w:p w14:paraId="7F4C2F60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4B110A" w14:paraId="47942DE4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47D9A7C5" w14:textId="77777777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Importo:</w:t>
            </w:r>
          </w:p>
        </w:tc>
        <w:tc>
          <w:tcPr>
            <w:tcW w:w="2504" w:type="dxa"/>
            <w:shd w:val="clear" w:color="auto" w:fill="D9D9D9" w:themeFill="background1" w:themeFillShade="D9"/>
            <w:vAlign w:val="center"/>
          </w:tcPr>
          <w:p w14:paraId="04061054" w14:textId="77777777" w:rsidR="004B110A" w:rsidRDefault="004B110A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  <w:tc>
          <w:tcPr>
            <w:tcW w:w="4442" w:type="dxa"/>
            <w:gridSpan w:val="3"/>
            <w:shd w:val="clear" w:color="auto" w:fill="auto"/>
            <w:vAlign w:val="center"/>
          </w:tcPr>
          <w:p w14:paraId="77AD1F3C" w14:textId="77777777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€</w:t>
            </w:r>
          </w:p>
        </w:tc>
      </w:tr>
      <w:tr w:rsidR="004B110A" w14:paraId="3C4DD89B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1AB16FA7" w14:textId="793615E0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Durata</w:t>
            </w:r>
            <w:r w:rsidR="00F95D88">
              <w:t xml:space="preserve"> </w:t>
            </w:r>
            <w:r w:rsidR="00F95D88" w:rsidRPr="00F95D88">
              <w:rPr>
                <w:rFonts w:cs="Arial"/>
                <w:noProof w:val="0"/>
                <w:lang w:eastAsia="en-US"/>
              </w:rPr>
              <w:t>funzionamento bypass</w:t>
            </w:r>
            <w:r>
              <w:rPr>
                <w:rFonts w:cs="Arial"/>
                <w:noProof w:val="0"/>
                <w:lang w:eastAsia="en-US"/>
              </w:rPr>
              <w:t>:</w:t>
            </w:r>
          </w:p>
        </w:tc>
        <w:tc>
          <w:tcPr>
            <w:tcW w:w="2504" w:type="dxa"/>
            <w:shd w:val="clear" w:color="auto" w:fill="D9D9D9" w:themeFill="background1" w:themeFillShade="D9"/>
            <w:vAlign w:val="center"/>
          </w:tcPr>
          <w:p w14:paraId="24151BC2" w14:textId="77777777" w:rsidR="004B110A" w:rsidRDefault="004B110A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  <w:tc>
          <w:tcPr>
            <w:tcW w:w="4442" w:type="dxa"/>
            <w:gridSpan w:val="3"/>
            <w:shd w:val="clear" w:color="auto" w:fill="auto"/>
            <w:vAlign w:val="center"/>
          </w:tcPr>
          <w:p w14:paraId="58D69CE5" w14:textId="06A666CC" w:rsidR="004B110A" w:rsidRDefault="003250BC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g</w:t>
            </w:r>
            <w:r w:rsidR="004B110A">
              <w:rPr>
                <w:rFonts w:cs="Arial"/>
                <w:noProof w:val="0"/>
                <w:lang w:eastAsia="en-US"/>
              </w:rPr>
              <w:t>iorni</w:t>
            </w:r>
            <w:r>
              <w:rPr>
                <w:rFonts w:cs="Arial"/>
                <w:noProof w:val="0"/>
                <w:lang w:eastAsia="en-US"/>
              </w:rPr>
              <w:t xml:space="preserve"> </w:t>
            </w:r>
            <w:r w:rsidRPr="001E5BCC">
              <w:rPr>
                <w:rFonts w:cs="Arial"/>
                <w:noProof w:val="0"/>
              </w:rPr>
              <w:t>≥</w:t>
            </w:r>
            <w:r>
              <w:rPr>
                <w:noProof w:val="0"/>
              </w:rPr>
              <w:t xml:space="preserve"> </w:t>
            </w:r>
            <w:r w:rsidRPr="001E5BCC">
              <w:rPr>
                <w:noProof w:val="0"/>
              </w:rPr>
              <w:t>60 g</w:t>
            </w:r>
            <w:r>
              <w:rPr>
                <w:noProof w:val="0"/>
              </w:rPr>
              <w:t>iorni</w:t>
            </w:r>
          </w:p>
        </w:tc>
      </w:tr>
      <w:tr w:rsidR="003250BC" w14:paraId="5D96BEFA" w14:textId="77777777" w:rsidTr="00F95D88">
        <w:trPr>
          <w:gridAfter w:val="2"/>
          <w:wAfter w:w="150" w:type="dxa"/>
          <w:trHeight w:val="378"/>
        </w:trPr>
        <w:tc>
          <w:tcPr>
            <w:tcW w:w="2350" w:type="dxa"/>
            <w:vAlign w:val="center"/>
          </w:tcPr>
          <w:p w14:paraId="117B7CDE" w14:textId="77777777" w:rsidR="003250BC" w:rsidRDefault="003250BC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Portata:</w:t>
            </w:r>
          </w:p>
        </w:tc>
        <w:tc>
          <w:tcPr>
            <w:tcW w:w="2504" w:type="dxa"/>
            <w:shd w:val="clear" w:color="auto" w:fill="D9D9D9" w:themeFill="background1" w:themeFillShade="D9"/>
            <w:vAlign w:val="center"/>
          </w:tcPr>
          <w:p w14:paraId="4971F9DC" w14:textId="77777777" w:rsidR="003250BC" w:rsidRDefault="003250BC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  <w:tc>
          <w:tcPr>
            <w:tcW w:w="4300" w:type="dxa"/>
            <w:gridSpan w:val="2"/>
            <w:shd w:val="clear" w:color="auto" w:fill="auto"/>
            <w:vAlign w:val="center"/>
          </w:tcPr>
          <w:p w14:paraId="348B4304" w14:textId="01482E42" w:rsidR="003250BC" w:rsidRDefault="003250BC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11870">
              <w:rPr>
                <w:rFonts w:cs="Arial"/>
                <w:noProof w:val="0"/>
                <w:lang w:eastAsia="en-US"/>
              </w:rPr>
              <w:t>m³/h</w:t>
            </w:r>
            <w:r>
              <w:rPr>
                <w:rFonts w:cs="Arial"/>
                <w:noProof w:val="0"/>
                <w:lang w:eastAsia="en-US"/>
              </w:rPr>
              <w:t xml:space="preserve"> </w:t>
            </w:r>
            <w:r w:rsidRPr="001E5BCC">
              <w:rPr>
                <w:rFonts w:cs="Arial"/>
                <w:noProof w:val="0"/>
              </w:rPr>
              <w:t>≥</w:t>
            </w:r>
            <w:r>
              <w:rPr>
                <w:noProof w:val="0"/>
              </w:rPr>
              <w:t xml:space="preserve"> </w:t>
            </w:r>
            <w:r w:rsidRPr="001E5BCC">
              <w:rPr>
                <w:noProof w:val="0"/>
              </w:rPr>
              <w:t>4</w:t>
            </w:r>
            <w:r>
              <w:rPr>
                <w:noProof w:val="0"/>
              </w:rPr>
              <w:t>5</w:t>
            </w:r>
            <w:r w:rsidRPr="001E5BCC">
              <w:rPr>
                <w:noProof w:val="0"/>
              </w:rPr>
              <w:t>0 m³/h</w:t>
            </w:r>
          </w:p>
        </w:tc>
      </w:tr>
      <w:tr w:rsidR="004B110A" w:rsidRPr="004F33AE" w14:paraId="7DFF4B44" w14:textId="77777777" w:rsidTr="004D2988">
        <w:trPr>
          <w:trHeight w:val="324"/>
        </w:trPr>
        <w:tc>
          <w:tcPr>
            <w:tcW w:w="9304" w:type="dxa"/>
            <w:gridSpan w:val="6"/>
            <w:shd w:val="clear" w:color="auto" w:fill="C5E0B3" w:themeFill="accent6" w:themeFillTint="66"/>
            <w:vAlign w:val="center"/>
          </w:tcPr>
          <w:p w14:paraId="7B296471" w14:textId="1E4A2321" w:rsidR="004B110A" w:rsidRPr="00A60247" w:rsidRDefault="00CD22BB" w:rsidP="004D2988">
            <w:pPr>
              <w:overflowPunct/>
              <w:textAlignment w:val="auto"/>
              <w:rPr>
                <w:rFonts w:cs="Arial"/>
                <w:b/>
                <w:noProof w:val="0"/>
                <w:lang w:eastAsia="en-US"/>
              </w:rPr>
            </w:pPr>
            <w:r w:rsidRPr="00A60247">
              <w:rPr>
                <w:rFonts w:cs="Arial"/>
                <w:b/>
                <w:noProof w:val="0"/>
                <w:lang w:eastAsia="en-US"/>
              </w:rPr>
              <w:t xml:space="preserve">BYPASS N. </w:t>
            </w:r>
            <w:r>
              <w:rPr>
                <w:rFonts w:cs="Arial"/>
                <w:b/>
                <w:noProof w:val="0"/>
                <w:lang w:eastAsia="en-US"/>
              </w:rPr>
              <w:t>2</w:t>
            </w:r>
          </w:p>
        </w:tc>
      </w:tr>
      <w:tr w:rsidR="004B110A" w:rsidRPr="004F33AE" w14:paraId="70BC8D37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45F77899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Descrizione intervento:</w:t>
            </w:r>
          </w:p>
        </w:tc>
        <w:tc>
          <w:tcPr>
            <w:tcW w:w="6946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A5A07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4B110A" w:rsidRPr="004F33AE" w14:paraId="2646F72D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0C826C8C" w14:textId="77777777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Committente:</w:t>
            </w:r>
          </w:p>
        </w:tc>
        <w:tc>
          <w:tcPr>
            <w:tcW w:w="6946" w:type="dxa"/>
            <w:gridSpan w:val="4"/>
            <w:shd w:val="clear" w:color="auto" w:fill="D9D9D9" w:themeFill="background1" w:themeFillShade="D9"/>
            <w:vAlign w:val="center"/>
          </w:tcPr>
          <w:p w14:paraId="028AEA30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4B110A" w:rsidRPr="004F33AE" w14:paraId="0ED27896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0B85349F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Località intervento:</w:t>
            </w:r>
          </w:p>
        </w:tc>
        <w:tc>
          <w:tcPr>
            <w:tcW w:w="2504" w:type="dxa"/>
            <w:shd w:val="clear" w:color="auto" w:fill="D9D9D9" w:themeFill="background1" w:themeFillShade="D9"/>
            <w:vAlign w:val="center"/>
          </w:tcPr>
          <w:p w14:paraId="104075E1" w14:textId="77777777" w:rsidR="004B110A" w:rsidRPr="004F33AE" w:rsidRDefault="004B110A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3F70279" w14:textId="77777777" w:rsidR="004B110A" w:rsidRPr="004F33AE" w:rsidRDefault="004B110A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Anno:</w:t>
            </w:r>
          </w:p>
        </w:tc>
        <w:tc>
          <w:tcPr>
            <w:tcW w:w="3361" w:type="dxa"/>
            <w:gridSpan w:val="2"/>
            <w:shd w:val="clear" w:color="auto" w:fill="D9D9D9" w:themeFill="background1" w:themeFillShade="D9"/>
            <w:vAlign w:val="center"/>
          </w:tcPr>
          <w:p w14:paraId="0626853F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4B110A" w14:paraId="1682B77E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3B68DCE6" w14:textId="77777777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Importo:</w:t>
            </w:r>
          </w:p>
        </w:tc>
        <w:tc>
          <w:tcPr>
            <w:tcW w:w="2504" w:type="dxa"/>
            <w:shd w:val="clear" w:color="auto" w:fill="D9D9D9" w:themeFill="background1" w:themeFillShade="D9"/>
            <w:vAlign w:val="center"/>
          </w:tcPr>
          <w:p w14:paraId="40EF2531" w14:textId="77777777" w:rsidR="004B110A" w:rsidRDefault="004B110A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  <w:tc>
          <w:tcPr>
            <w:tcW w:w="4442" w:type="dxa"/>
            <w:gridSpan w:val="3"/>
            <w:shd w:val="clear" w:color="auto" w:fill="auto"/>
            <w:vAlign w:val="center"/>
          </w:tcPr>
          <w:p w14:paraId="3172A723" w14:textId="77777777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€</w:t>
            </w:r>
          </w:p>
        </w:tc>
      </w:tr>
      <w:tr w:rsidR="004B110A" w14:paraId="7B5CA537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2FC62515" w14:textId="6AA8B610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Durata</w:t>
            </w:r>
            <w:r w:rsidR="00F95D88">
              <w:t xml:space="preserve"> </w:t>
            </w:r>
            <w:r w:rsidR="00F95D88" w:rsidRPr="00F95D88">
              <w:rPr>
                <w:rFonts w:cs="Arial"/>
                <w:noProof w:val="0"/>
                <w:lang w:eastAsia="en-US"/>
              </w:rPr>
              <w:t>funzionamento bypass</w:t>
            </w:r>
            <w:r>
              <w:rPr>
                <w:rFonts w:cs="Arial"/>
                <w:noProof w:val="0"/>
                <w:lang w:eastAsia="en-US"/>
              </w:rPr>
              <w:t>:</w:t>
            </w:r>
          </w:p>
        </w:tc>
        <w:tc>
          <w:tcPr>
            <w:tcW w:w="2504" w:type="dxa"/>
            <w:shd w:val="clear" w:color="auto" w:fill="D9D9D9" w:themeFill="background1" w:themeFillShade="D9"/>
            <w:vAlign w:val="center"/>
          </w:tcPr>
          <w:p w14:paraId="5F8954F8" w14:textId="77777777" w:rsidR="004B110A" w:rsidRDefault="004B110A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  <w:tc>
          <w:tcPr>
            <w:tcW w:w="4442" w:type="dxa"/>
            <w:gridSpan w:val="3"/>
            <w:shd w:val="clear" w:color="auto" w:fill="auto"/>
            <w:vAlign w:val="center"/>
          </w:tcPr>
          <w:p w14:paraId="328D8CBB" w14:textId="30884570" w:rsidR="004B110A" w:rsidRDefault="003250BC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 xml:space="preserve">giorni </w:t>
            </w:r>
            <w:r w:rsidRPr="001E5BCC">
              <w:rPr>
                <w:rFonts w:cs="Arial"/>
                <w:noProof w:val="0"/>
              </w:rPr>
              <w:t>≥</w:t>
            </w:r>
            <w:r>
              <w:rPr>
                <w:noProof w:val="0"/>
              </w:rPr>
              <w:t xml:space="preserve"> </w:t>
            </w:r>
            <w:r w:rsidRPr="001E5BCC">
              <w:rPr>
                <w:noProof w:val="0"/>
              </w:rPr>
              <w:t>60 g</w:t>
            </w:r>
            <w:r>
              <w:rPr>
                <w:noProof w:val="0"/>
              </w:rPr>
              <w:t>iorni</w:t>
            </w:r>
          </w:p>
        </w:tc>
      </w:tr>
      <w:tr w:rsidR="004B110A" w14:paraId="357F752C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2C3B3388" w14:textId="77777777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Portata:</w:t>
            </w:r>
          </w:p>
        </w:tc>
        <w:tc>
          <w:tcPr>
            <w:tcW w:w="2504" w:type="dxa"/>
            <w:shd w:val="clear" w:color="auto" w:fill="D9D9D9" w:themeFill="background1" w:themeFillShade="D9"/>
            <w:vAlign w:val="center"/>
          </w:tcPr>
          <w:p w14:paraId="7634A851" w14:textId="77777777" w:rsidR="004B110A" w:rsidRDefault="004B110A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  <w:tc>
          <w:tcPr>
            <w:tcW w:w="4442" w:type="dxa"/>
            <w:gridSpan w:val="3"/>
            <w:shd w:val="clear" w:color="auto" w:fill="auto"/>
            <w:vAlign w:val="center"/>
          </w:tcPr>
          <w:p w14:paraId="5D2A294E" w14:textId="62AA6F22" w:rsidR="004B110A" w:rsidRDefault="003250BC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11870">
              <w:rPr>
                <w:rFonts w:cs="Arial"/>
                <w:noProof w:val="0"/>
                <w:lang w:eastAsia="en-US"/>
              </w:rPr>
              <w:t>m³/h</w:t>
            </w:r>
            <w:r>
              <w:rPr>
                <w:rFonts w:cs="Arial"/>
                <w:noProof w:val="0"/>
                <w:lang w:eastAsia="en-US"/>
              </w:rPr>
              <w:t xml:space="preserve"> </w:t>
            </w:r>
            <w:r w:rsidRPr="001E5BCC">
              <w:rPr>
                <w:rFonts w:cs="Arial"/>
                <w:noProof w:val="0"/>
              </w:rPr>
              <w:t>≥</w:t>
            </w:r>
            <w:r>
              <w:rPr>
                <w:noProof w:val="0"/>
              </w:rPr>
              <w:t xml:space="preserve"> </w:t>
            </w:r>
            <w:r w:rsidRPr="001E5BCC">
              <w:rPr>
                <w:noProof w:val="0"/>
              </w:rPr>
              <w:t>4</w:t>
            </w:r>
            <w:r>
              <w:rPr>
                <w:noProof w:val="0"/>
              </w:rPr>
              <w:t>5</w:t>
            </w:r>
            <w:r w:rsidRPr="001E5BCC">
              <w:rPr>
                <w:noProof w:val="0"/>
              </w:rPr>
              <w:t>0 m³/h</w:t>
            </w:r>
          </w:p>
        </w:tc>
      </w:tr>
      <w:tr w:rsidR="004B110A" w:rsidRPr="004F33AE" w14:paraId="358B2776" w14:textId="77777777" w:rsidTr="004D2988">
        <w:trPr>
          <w:trHeight w:val="324"/>
        </w:trPr>
        <w:tc>
          <w:tcPr>
            <w:tcW w:w="9304" w:type="dxa"/>
            <w:gridSpan w:val="6"/>
            <w:shd w:val="clear" w:color="auto" w:fill="C5E0B3" w:themeFill="accent6" w:themeFillTint="66"/>
            <w:vAlign w:val="center"/>
          </w:tcPr>
          <w:p w14:paraId="75BED8AC" w14:textId="48DD7417" w:rsidR="004B110A" w:rsidRPr="00A60247" w:rsidRDefault="00CD22BB" w:rsidP="004D2988">
            <w:pPr>
              <w:overflowPunct/>
              <w:textAlignment w:val="auto"/>
              <w:rPr>
                <w:rFonts w:cs="Arial"/>
                <w:b/>
                <w:noProof w:val="0"/>
                <w:lang w:eastAsia="en-US"/>
              </w:rPr>
            </w:pPr>
            <w:r w:rsidRPr="00A60247">
              <w:rPr>
                <w:rFonts w:cs="Arial"/>
                <w:b/>
                <w:noProof w:val="0"/>
                <w:lang w:eastAsia="en-US"/>
              </w:rPr>
              <w:t xml:space="preserve">BYPASS N. </w:t>
            </w:r>
            <w:r>
              <w:rPr>
                <w:rFonts w:cs="Arial"/>
                <w:b/>
                <w:noProof w:val="0"/>
                <w:lang w:eastAsia="en-US"/>
              </w:rPr>
              <w:t>3</w:t>
            </w:r>
          </w:p>
        </w:tc>
      </w:tr>
      <w:tr w:rsidR="004B110A" w:rsidRPr="004F33AE" w14:paraId="05CC4013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36759FC7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Descrizione intervento:</w:t>
            </w:r>
          </w:p>
        </w:tc>
        <w:tc>
          <w:tcPr>
            <w:tcW w:w="6946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7F5AD3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4B110A" w:rsidRPr="004F33AE" w14:paraId="1810BA76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07C2D034" w14:textId="77777777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Committente:</w:t>
            </w:r>
          </w:p>
        </w:tc>
        <w:tc>
          <w:tcPr>
            <w:tcW w:w="6946" w:type="dxa"/>
            <w:gridSpan w:val="4"/>
            <w:shd w:val="clear" w:color="auto" w:fill="D9D9D9" w:themeFill="background1" w:themeFillShade="D9"/>
            <w:vAlign w:val="center"/>
          </w:tcPr>
          <w:p w14:paraId="57BA1050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4B110A" w:rsidRPr="004F33AE" w14:paraId="479F3350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54CDFBD6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Località intervento:</w:t>
            </w:r>
          </w:p>
        </w:tc>
        <w:tc>
          <w:tcPr>
            <w:tcW w:w="2504" w:type="dxa"/>
            <w:shd w:val="clear" w:color="auto" w:fill="D9D9D9" w:themeFill="background1" w:themeFillShade="D9"/>
            <w:vAlign w:val="center"/>
          </w:tcPr>
          <w:p w14:paraId="7D4318B4" w14:textId="77777777" w:rsidR="004B110A" w:rsidRPr="004F33AE" w:rsidRDefault="004B110A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217BB09" w14:textId="77777777" w:rsidR="004B110A" w:rsidRPr="004F33AE" w:rsidRDefault="004B110A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Anno:</w:t>
            </w:r>
          </w:p>
        </w:tc>
        <w:tc>
          <w:tcPr>
            <w:tcW w:w="3361" w:type="dxa"/>
            <w:gridSpan w:val="2"/>
            <w:shd w:val="clear" w:color="auto" w:fill="D9D9D9" w:themeFill="background1" w:themeFillShade="D9"/>
            <w:vAlign w:val="center"/>
          </w:tcPr>
          <w:p w14:paraId="336F15AC" w14:textId="77777777" w:rsidR="004B110A" w:rsidRPr="004F33AE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</w:tr>
      <w:tr w:rsidR="004B110A" w14:paraId="7103B688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41805702" w14:textId="77777777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Importo:</w:t>
            </w:r>
          </w:p>
        </w:tc>
        <w:tc>
          <w:tcPr>
            <w:tcW w:w="2504" w:type="dxa"/>
            <w:shd w:val="clear" w:color="auto" w:fill="D9D9D9" w:themeFill="background1" w:themeFillShade="D9"/>
            <w:vAlign w:val="center"/>
          </w:tcPr>
          <w:p w14:paraId="7396C47C" w14:textId="77777777" w:rsidR="004B110A" w:rsidRDefault="004B110A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xxx</w:t>
            </w:r>
          </w:p>
        </w:tc>
        <w:tc>
          <w:tcPr>
            <w:tcW w:w="4442" w:type="dxa"/>
            <w:gridSpan w:val="3"/>
            <w:shd w:val="clear" w:color="auto" w:fill="auto"/>
            <w:vAlign w:val="center"/>
          </w:tcPr>
          <w:p w14:paraId="79FCC44D" w14:textId="77777777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€</w:t>
            </w:r>
          </w:p>
        </w:tc>
      </w:tr>
      <w:tr w:rsidR="004B110A" w14:paraId="478396E4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367E6349" w14:textId="0B167334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Durata</w:t>
            </w:r>
            <w:r w:rsidR="00F95D88">
              <w:t xml:space="preserve"> </w:t>
            </w:r>
            <w:r w:rsidR="00F95D88" w:rsidRPr="00F95D88">
              <w:rPr>
                <w:rFonts w:cs="Arial"/>
                <w:noProof w:val="0"/>
                <w:lang w:eastAsia="en-US"/>
              </w:rPr>
              <w:t>funzionamento bypass</w:t>
            </w:r>
            <w:r>
              <w:rPr>
                <w:rFonts w:cs="Arial"/>
                <w:noProof w:val="0"/>
                <w:lang w:eastAsia="en-US"/>
              </w:rPr>
              <w:t>:</w:t>
            </w:r>
          </w:p>
        </w:tc>
        <w:tc>
          <w:tcPr>
            <w:tcW w:w="2504" w:type="dxa"/>
            <w:shd w:val="clear" w:color="auto" w:fill="D9D9D9" w:themeFill="background1" w:themeFillShade="D9"/>
            <w:vAlign w:val="center"/>
          </w:tcPr>
          <w:p w14:paraId="29B3C64E" w14:textId="77777777" w:rsidR="004B110A" w:rsidRDefault="004B110A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  <w:tc>
          <w:tcPr>
            <w:tcW w:w="4442" w:type="dxa"/>
            <w:gridSpan w:val="3"/>
            <w:shd w:val="clear" w:color="auto" w:fill="auto"/>
            <w:vAlign w:val="center"/>
          </w:tcPr>
          <w:p w14:paraId="70CB6F8E" w14:textId="0C309019" w:rsidR="004B110A" w:rsidRDefault="003250BC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 xml:space="preserve">giorni </w:t>
            </w:r>
            <w:r w:rsidRPr="001E5BCC">
              <w:rPr>
                <w:rFonts w:cs="Arial"/>
                <w:noProof w:val="0"/>
              </w:rPr>
              <w:t>≥</w:t>
            </w:r>
            <w:r>
              <w:rPr>
                <w:noProof w:val="0"/>
              </w:rPr>
              <w:t xml:space="preserve"> </w:t>
            </w:r>
            <w:r w:rsidRPr="001E5BCC">
              <w:rPr>
                <w:noProof w:val="0"/>
              </w:rPr>
              <w:t>60 g</w:t>
            </w:r>
            <w:r>
              <w:rPr>
                <w:noProof w:val="0"/>
              </w:rPr>
              <w:t>iorni</w:t>
            </w:r>
          </w:p>
        </w:tc>
      </w:tr>
      <w:tr w:rsidR="004B110A" w14:paraId="4EED84A0" w14:textId="77777777" w:rsidTr="00F95D88">
        <w:trPr>
          <w:gridAfter w:val="1"/>
          <w:wAfter w:w="8" w:type="dxa"/>
          <w:trHeight w:val="378"/>
        </w:trPr>
        <w:tc>
          <w:tcPr>
            <w:tcW w:w="2350" w:type="dxa"/>
            <w:vAlign w:val="center"/>
          </w:tcPr>
          <w:p w14:paraId="1E408FDB" w14:textId="77777777" w:rsidR="004B110A" w:rsidRDefault="004B110A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Portata:</w:t>
            </w:r>
          </w:p>
        </w:tc>
        <w:tc>
          <w:tcPr>
            <w:tcW w:w="2504" w:type="dxa"/>
            <w:shd w:val="clear" w:color="auto" w:fill="D9D9D9" w:themeFill="background1" w:themeFillShade="D9"/>
            <w:vAlign w:val="center"/>
          </w:tcPr>
          <w:p w14:paraId="2DDB9508" w14:textId="77777777" w:rsidR="004B110A" w:rsidRDefault="004B110A" w:rsidP="004D2988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  <w:tc>
          <w:tcPr>
            <w:tcW w:w="4442" w:type="dxa"/>
            <w:gridSpan w:val="3"/>
            <w:shd w:val="clear" w:color="auto" w:fill="auto"/>
            <w:vAlign w:val="center"/>
          </w:tcPr>
          <w:p w14:paraId="5BF130E4" w14:textId="1B205718" w:rsidR="004B110A" w:rsidRDefault="003250BC" w:rsidP="004D2988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 w:rsidRPr="00E11870">
              <w:rPr>
                <w:rFonts w:cs="Arial"/>
                <w:noProof w:val="0"/>
                <w:lang w:eastAsia="en-US"/>
              </w:rPr>
              <w:t>m³/h</w:t>
            </w:r>
            <w:r>
              <w:rPr>
                <w:rFonts w:cs="Arial"/>
                <w:noProof w:val="0"/>
                <w:lang w:eastAsia="en-US"/>
              </w:rPr>
              <w:t xml:space="preserve"> </w:t>
            </w:r>
            <w:r w:rsidRPr="001E5BCC">
              <w:rPr>
                <w:rFonts w:cs="Arial"/>
                <w:noProof w:val="0"/>
              </w:rPr>
              <w:t>≥</w:t>
            </w:r>
            <w:r>
              <w:rPr>
                <w:noProof w:val="0"/>
              </w:rPr>
              <w:t xml:space="preserve"> </w:t>
            </w:r>
            <w:r w:rsidRPr="001E5BCC">
              <w:rPr>
                <w:noProof w:val="0"/>
              </w:rPr>
              <w:t>4</w:t>
            </w:r>
            <w:r>
              <w:rPr>
                <w:noProof w:val="0"/>
              </w:rPr>
              <w:t>5</w:t>
            </w:r>
            <w:r w:rsidRPr="001E5BCC">
              <w:rPr>
                <w:noProof w:val="0"/>
              </w:rPr>
              <w:t>0 m³/h</w:t>
            </w:r>
          </w:p>
        </w:tc>
      </w:tr>
    </w:tbl>
    <w:p w14:paraId="0905DA40" w14:textId="77777777" w:rsidR="004B110A" w:rsidRDefault="004B110A" w:rsidP="004B110A">
      <w:pPr>
        <w:spacing w:line="360" w:lineRule="auto"/>
        <w:ind w:left="142"/>
        <w:jc w:val="both"/>
        <w:rPr>
          <w:b/>
          <w:noProof w:val="0"/>
        </w:rPr>
      </w:pPr>
    </w:p>
    <w:p w14:paraId="409280D9" w14:textId="77777777" w:rsidR="004B110A" w:rsidRDefault="004B110A" w:rsidP="004B110A">
      <w:pPr>
        <w:overflowPunct/>
        <w:autoSpaceDE/>
        <w:autoSpaceDN/>
        <w:adjustRightInd/>
        <w:textAlignment w:val="auto"/>
        <w:rPr>
          <w:b/>
          <w:noProof w:val="0"/>
        </w:rPr>
      </w:pPr>
      <w:r>
        <w:rPr>
          <w:b/>
          <w:noProof w:val="0"/>
        </w:rPr>
        <w:br w:type="page"/>
      </w:r>
    </w:p>
    <w:p w14:paraId="0619C51A" w14:textId="77777777" w:rsidR="006955E0" w:rsidRDefault="006955E0" w:rsidP="006955E0">
      <w:pPr>
        <w:overflowPunct/>
        <w:autoSpaceDE/>
        <w:autoSpaceDN/>
        <w:adjustRightInd/>
        <w:textAlignment w:val="auto"/>
        <w:rPr>
          <w:b/>
          <w:noProof w:val="0"/>
        </w:rPr>
      </w:pPr>
    </w:p>
    <w:p w14:paraId="4384ACED" w14:textId="7DD2D494" w:rsidR="00A60247" w:rsidRDefault="00A60247" w:rsidP="00A60247">
      <w:pPr>
        <w:overflowPunct/>
        <w:autoSpaceDE/>
        <w:autoSpaceDN/>
        <w:adjustRightInd/>
        <w:textAlignment w:val="auto"/>
        <w:rPr>
          <w:noProof w:val="0"/>
        </w:rPr>
      </w:pPr>
      <w:r w:rsidRPr="00E11870">
        <w:rPr>
          <w:b/>
          <w:noProof w:val="0"/>
        </w:rPr>
        <w:t xml:space="preserve">Tabella </w:t>
      </w:r>
      <w:r>
        <w:rPr>
          <w:b/>
          <w:noProof w:val="0"/>
        </w:rPr>
        <w:t>3</w:t>
      </w:r>
      <w:r w:rsidRPr="00E11870">
        <w:rPr>
          <w:b/>
          <w:noProof w:val="0"/>
        </w:rPr>
        <w:t>:</w:t>
      </w:r>
      <w:r>
        <w:rPr>
          <w:b/>
          <w:noProof w:val="0"/>
        </w:rPr>
        <w:t xml:space="preserve"> </w:t>
      </w:r>
      <w:r w:rsidRPr="00A60247">
        <w:rPr>
          <w:noProof w:val="0"/>
        </w:rPr>
        <w:t xml:space="preserve">Possesso </w:t>
      </w:r>
      <w:r w:rsidR="00DF0366">
        <w:rPr>
          <w:noProof w:val="0"/>
        </w:rPr>
        <w:t>di tutte le</w:t>
      </w:r>
      <w:r w:rsidRPr="00A60247">
        <w:rPr>
          <w:noProof w:val="0"/>
        </w:rPr>
        <w:t xml:space="preserve"> certificazioni aziendali indicate</w:t>
      </w:r>
      <w:r w:rsidRPr="00E11870">
        <w:rPr>
          <w:noProof w:val="0"/>
        </w:rPr>
        <w:t>:</w:t>
      </w:r>
    </w:p>
    <w:p w14:paraId="37EB4BB5" w14:textId="77777777" w:rsidR="00A60247" w:rsidRDefault="00A60247">
      <w:pPr>
        <w:overflowPunct/>
        <w:autoSpaceDE/>
        <w:autoSpaceDN/>
        <w:adjustRightInd/>
        <w:textAlignment w:val="auto"/>
        <w:rPr>
          <w:noProof w:val="0"/>
        </w:rPr>
      </w:pPr>
    </w:p>
    <w:tbl>
      <w:tblPr>
        <w:tblStyle w:val="Grigliatabella"/>
        <w:tblW w:w="9739" w:type="dxa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tblLook w:val="04A0" w:firstRow="1" w:lastRow="0" w:firstColumn="1" w:lastColumn="0" w:noHBand="0" w:noVBand="1"/>
      </w:tblPr>
      <w:tblGrid>
        <w:gridCol w:w="1990"/>
        <w:gridCol w:w="2750"/>
        <w:gridCol w:w="1721"/>
        <w:gridCol w:w="3270"/>
        <w:gridCol w:w="8"/>
      </w:tblGrid>
      <w:tr w:rsidR="00A60247" w:rsidRPr="004F33AE" w14:paraId="64466A82" w14:textId="77777777" w:rsidTr="00A60247">
        <w:trPr>
          <w:trHeight w:val="340"/>
        </w:trPr>
        <w:tc>
          <w:tcPr>
            <w:tcW w:w="9739" w:type="dxa"/>
            <w:gridSpan w:val="5"/>
            <w:shd w:val="clear" w:color="auto" w:fill="C5E0B3" w:themeFill="accent6" w:themeFillTint="66"/>
            <w:vAlign w:val="center"/>
          </w:tcPr>
          <w:p w14:paraId="2B8D3C13" w14:textId="613B9F37" w:rsidR="00A60247" w:rsidRPr="005D3DD4" w:rsidRDefault="005D3DD4" w:rsidP="00A60247">
            <w:pPr>
              <w:overflowPunct/>
              <w:textAlignment w:val="auto"/>
              <w:rPr>
                <w:rFonts w:cs="Arial"/>
                <w:b/>
                <w:noProof w:val="0"/>
                <w:lang w:eastAsia="en-US"/>
              </w:rPr>
            </w:pPr>
            <w:r>
              <w:rPr>
                <w:rFonts w:cs="Arial"/>
                <w:b/>
                <w:noProof w:val="0"/>
                <w:lang w:eastAsia="en-US"/>
              </w:rPr>
              <w:t>CERTIFICAZIONE</w:t>
            </w:r>
            <w:r w:rsidRPr="005D3DD4">
              <w:rPr>
                <w:rFonts w:cs="Arial"/>
                <w:b/>
                <w:noProof w:val="0"/>
                <w:lang w:eastAsia="en-US"/>
              </w:rPr>
              <w:t xml:space="preserve"> EN ISO </w:t>
            </w:r>
            <w:r>
              <w:rPr>
                <w:rFonts w:cs="Arial"/>
                <w:b/>
                <w:noProof w:val="0"/>
                <w:lang w:eastAsia="en-US"/>
              </w:rPr>
              <w:t>14001</w:t>
            </w:r>
          </w:p>
        </w:tc>
      </w:tr>
      <w:tr w:rsidR="00A60247" w:rsidRPr="004F33AE" w14:paraId="42AF8EA4" w14:textId="77777777" w:rsidTr="00A60247">
        <w:trPr>
          <w:gridAfter w:val="1"/>
          <w:wAfter w:w="8" w:type="dxa"/>
          <w:trHeight w:val="397"/>
        </w:trPr>
        <w:tc>
          <w:tcPr>
            <w:tcW w:w="1990" w:type="dxa"/>
            <w:vAlign w:val="center"/>
          </w:tcPr>
          <w:p w14:paraId="7C70F39C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Numero del certificato:</w:t>
            </w:r>
          </w:p>
        </w:tc>
        <w:tc>
          <w:tcPr>
            <w:tcW w:w="7741" w:type="dxa"/>
            <w:gridSpan w:val="3"/>
            <w:shd w:val="clear" w:color="auto" w:fill="D9D9D9" w:themeFill="background1" w:themeFillShade="D9"/>
            <w:vAlign w:val="center"/>
          </w:tcPr>
          <w:p w14:paraId="143EA794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</w:tr>
      <w:tr w:rsidR="00A60247" w:rsidRPr="004F33AE" w14:paraId="31CF6F4D" w14:textId="77777777" w:rsidTr="00A60247">
        <w:trPr>
          <w:gridAfter w:val="1"/>
          <w:wAfter w:w="8" w:type="dxa"/>
          <w:trHeight w:val="397"/>
        </w:trPr>
        <w:tc>
          <w:tcPr>
            <w:tcW w:w="1990" w:type="dxa"/>
            <w:vAlign w:val="center"/>
          </w:tcPr>
          <w:p w14:paraId="63FFF40E" w14:textId="77777777" w:rsidR="00A60247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Ente certificatore:</w:t>
            </w:r>
          </w:p>
        </w:tc>
        <w:tc>
          <w:tcPr>
            <w:tcW w:w="7741" w:type="dxa"/>
            <w:gridSpan w:val="3"/>
            <w:shd w:val="clear" w:color="auto" w:fill="D9D9D9" w:themeFill="background1" w:themeFillShade="D9"/>
            <w:vAlign w:val="center"/>
          </w:tcPr>
          <w:p w14:paraId="6D42AC0D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</w:tr>
      <w:tr w:rsidR="00A60247" w:rsidRPr="004F33AE" w14:paraId="287DD4E1" w14:textId="77777777" w:rsidTr="00A60247">
        <w:trPr>
          <w:gridAfter w:val="1"/>
          <w:wAfter w:w="8" w:type="dxa"/>
          <w:trHeight w:val="397"/>
        </w:trPr>
        <w:tc>
          <w:tcPr>
            <w:tcW w:w="1990" w:type="dxa"/>
            <w:vAlign w:val="center"/>
          </w:tcPr>
          <w:p w14:paraId="7DEDAB1F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Data emissione:</w:t>
            </w:r>
          </w:p>
        </w:tc>
        <w:tc>
          <w:tcPr>
            <w:tcW w:w="2750" w:type="dxa"/>
            <w:shd w:val="clear" w:color="auto" w:fill="D9D9D9" w:themeFill="background1" w:themeFillShade="D9"/>
            <w:vAlign w:val="center"/>
          </w:tcPr>
          <w:p w14:paraId="21CAAF69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7B81F64" w14:textId="77777777" w:rsidR="00A60247" w:rsidRPr="004F33AE" w:rsidRDefault="00A60247" w:rsidP="00A60247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Data scadenza: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6D992DC5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</w:tr>
    </w:tbl>
    <w:p w14:paraId="5CCE1A57" w14:textId="274F4512" w:rsidR="004C3F58" w:rsidRDefault="004C3F58" w:rsidP="00376668">
      <w:pPr>
        <w:spacing w:line="360" w:lineRule="auto"/>
        <w:ind w:left="360"/>
        <w:jc w:val="both"/>
        <w:rPr>
          <w:noProof w:val="0"/>
        </w:rPr>
      </w:pPr>
    </w:p>
    <w:p w14:paraId="2719985C" w14:textId="77777777" w:rsidR="00951372" w:rsidRDefault="00951372" w:rsidP="00376668">
      <w:pPr>
        <w:spacing w:line="360" w:lineRule="auto"/>
        <w:ind w:left="360"/>
        <w:jc w:val="both"/>
        <w:rPr>
          <w:noProof w:val="0"/>
        </w:rPr>
      </w:pPr>
    </w:p>
    <w:tbl>
      <w:tblPr>
        <w:tblStyle w:val="Grigliatabella"/>
        <w:tblW w:w="9739" w:type="dxa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tblLook w:val="04A0" w:firstRow="1" w:lastRow="0" w:firstColumn="1" w:lastColumn="0" w:noHBand="0" w:noVBand="1"/>
      </w:tblPr>
      <w:tblGrid>
        <w:gridCol w:w="1990"/>
        <w:gridCol w:w="2750"/>
        <w:gridCol w:w="1721"/>
        <w:gridCol w:w="3270"/>
        <w:gridCol w:w="8"/>
      </w:tblGrid>
      <w:tr w:rsidR="00A60247" w:rsidRPr="004F33AE" w14:paraId="73E8802B" w14:textId="77777777" w:rsidTr="00A60247">
        <w:trPr>
          <w:trHeight w:val="340"/>
        </w:trPr>
        <w:tc>
          <w:tcPr>
            <w:tcW w:w="9739" w:type="dxa"/>
            <w:gridSpan w:val="5"/>
            <w:shd w:val="clear" w:color="auto" w:fill="C5E0B3" w:themeFill="accent6" w:themeFillTint="66"/>
            <w:vAlign w:val="center"/>
          </w:tcPr>
          <w:p w14:paraId="615E2619" w14:textId="353603EF" w:rsidR="00A60247" w:rsidRPr="005D3DD4" w:rsidRDefault="005D3DD4" w:rsidP="00A60247">
            <w:pPr>
              <w:overflowPunct/>
              <w:textAlignment w:val="auto"/>
              <w:rPr>
                <w:rFonts w:cs="Arial"/>
                <w:b/>
                <w:noProof w:val="0"/>
                <w:lang w:eastAsia="en-US"/>
              </w:rPr>
            </w:pPr>
            <w:r>
              <w:rPr>
                <w:rFonts w:cs="Arial"/>
                <w:b/>
                <w:noProof w:val="0"/>
                <w:lang w:eastAsia="en-US"/>
              </w:rPr>
              <w:t>CERTIFICAZIONE</w:t>
            </w:r>
            <w:r w:rsidRPr="005D3DD4">
              <w:rPr>
                <w:rFonts w:cs="Arial"/>
                <w:b/>
                <w:noProof w:val="0"/>
                <w:lang w:eastAsia="en-US"/>
              </w:rPr>
              <w:t xml:space="preserve"> </w:t>
            </w:r>
            <w:r w:rsidR="00A60247" w:rsidRPr="005D3DD4">
              <w:rPr>
                <w:rFonts w:cs="Arial"/>
                <w:b/>
                <w:noProof w:val="0"/>
                <w:lang w:eastAsia="en-US"/>
              </w:rPr>
              <w:t>EN ISO 45001</w:t>
            </w:r>
          </w:p>
        </w:tc>
      </w:tr>
      <w:tr w:rsidR="00A60247" w:rsidRPr="004F33AE" w14:paraId="661C1269" w14:textId="77777777" w:rsidTr="00A60247">
        <w:trPr>
          <w:gridAfter w:val="1"/>
          <w:wAfter w:w="8" w:type="dxa"/>
          <w:trHeight w:val="397"/>
        </w:trPr>
        <w:tc>
          <w:tcPr>
            <w:tcW w:w="1990" w:type="dxa"/>
            <w:vAlign w:val="center"/>
          </w:tcPr>
          <w:p w14:paraId="3989F1D3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Numero del certificato:</w:t>
            </w:r>
          </w:p>
        </w:tc>
        <w:tc>
          <w:tcPr>
            <w:tcW w:w="7741" w:type="dxa"/>
            <w:gridSpan w:val="3"/>
            <w:shd w:val="clear" w:color="auto" w:fill="D9D9D9" w:themeFill="background1" w:themeFillShade="D9"/>
            <w:vAlign w:val="center"/>
          </w:tcPr>
          <w:p w14:paraId="7C0EFD65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</w:tr>
      <w:tr w:rsidR="00A60247" w:rsidRPr="004F33AE" w14:paraId="433F747F" w14:textId="77777777" w:rsidTr="00A60247">
        <w:trPr>
          <w:gridAfter w:val="1"/>
          <w:wAfter w:w="8" w:type="dxa"/>
          <w:trHeight w:val="397"/>
        </w:trPr>
        <w:tc>
          <w:tcPr>
            <w:tcW w:w="1990" w:type="dxa"/>
            <w:vAlign w:val="center"/>
          </w:tcPr>
          <w:p w14:paraId="5DFB36C3" w14:textId="77777777" w:rsidR="00A60247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Ente certificatore:</w:t>
            </w:r>
          </w:p>
        </w:tc>
        <w:tc>
          <w:tcPr>
            <w:tcW w:w="7741" w:type="dxa"/>
            <w:gridSpan w:val="3"/>
            <w:shd w:val="clear" w:color="auto" w:fill="D9D9D9" w:themeFill="background1" w:themeFillShade="D9"/>
            <w:vAlign w:val="center"/>
          </w:tcPr>
          <w:p w14:paraId="0970B0E8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</w:tr>
      <w:tr w:rsidR="00A60247" w:rsidRPr="004F33AE" w14:paraId="794C53BD" w14:textId="77777777" w:rsidTr="00A60247">
        <w:trPr>
          <w:gridAfter w:val="1"/>
          <w:wAfter w:w="8" w:type="dxa"/>
          <w:trHeight w:val="397"/>
        </w:trPr>
        <w:tc>
          <w:tcPr>
            <w:tcW w:w="1990" w:type="dxa"/>
            <w:vAlign w:val="center"/>
          </w:tcPr>
          <w:p w14:paraId="7464F929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Data emissione:</w:t>
            </w:r>
          </w:p>
        </w:tc>
        <w:tc>
          <w:tcPr>
            <w:tcW w:w="2750" w:type="dxa"/>
            <w:shd w:val="clear" w:color="auto" w:fill="D9D9D9" w:themeFill="background1" w:themeFillShade="D9"/>
            <w:vAlign w:val="center"/>
          </w:tcPr>
          <w:p w14:paraId="60B78F9B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D0D14EE" w14:textId="77777777" w:rsidR="00A60247" w:rsidRPr="004F33AE" w:rsidRDefault="00A60247" w:rsidP="00A60247">
            <w:pPr>
              <w:overflowPunct/>
              <w:jc w:val="right"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Data scadenza:</w:t>
            </w:r>
          </w:p>
        </w:tc>
        <w:tc>
          <w:tcPr>
            <w:tcW w:w="3270" w:type="dxa"/>
            <w:shd w:val="clear" w:color="auto" w:fill="D9D9D9" w:themeFill="background1" w:themeFillShade="D9"/>
            <w:vAlign w:val="center"/>
          </w:tcPr>
          <w:p w14:paraId="79E8F6AD" w14:textId="77777777" w:rsidR="00A60247" w:rsidRPr="004F33AE" w:rsidRDefault="00A60247" w:rsidP="00A60247">
            <w:pPr>
              <w:overflowPunct/>
              <w:textAlignment w:val="auto"/>
              <w:rPr>
                <w:rFonts w:cs="Arial"/>
                <w:noProof w:val="0"/>
                <w:lang w:eastAsia="en-US"/>
              </w:rPr>
            </w:pPr>
            <w:r>
              <w:rPr>
                <w:rFonts w:cs="Arial"/>
                <w:noProof w:val="0"/>
                <w:lang w:eastAsia="en-US"/>
              </w:rPr>
              <w:t>x</w:t>
            </w:r>
          </w:p>
        </w:tc>
      </w:tr>
    </w:tbl>
    <w:p w14:paraId="23F1D1A3" w14:textId="08250595" w:rsidR="00951372" w:rsidRDefault="00951372" w:rsidP="00951372">
      <w:pPr>
        <w:spacing w:line="360" w:lineRule="auto"/>
        <w:ind w:left="360"/>
        <w:jc w:val="both"/>
        <w:rPr>
          <w:noProof w:val="0"/>
        </w:rPr>
      </w:pPr>
    </w:p>
    <w:p w14:paraId="7AD63E68" w14:textId="45B071AE" w:rsidR="00951372" w:rsidRDefault="00951372">
      <w:pPr>
        <w:overflowPunct/>
        <w:autoSpaceDE/>
        <w:autoSpaceDN/>
        <w:adjustRightInd/>
        <w:textAlignment w:val="auto"/>
        <w:rPr>
          <w:noProof w:val="0"/>
        </w:rPr>
      </w:pPr>
    </w:p>
    <w:p w14:paraId="1D060AD6" w14:textId="0BDA796E" w:rsidR="006E18F0" w:rsidRDefault="006E18F0">
      <w:pPr>
        <w:overflowPunct/>
        <w:autoSpaceDE/>
        <w:autoSpaceDN/>
        <w:adjustRightInd/>
        <w:textAlignment w:val="auto"/>
        <w:rPr>
          <w:noProof w:val="0"/>
        </w:rPr>
      </w:pPr>
    </w:p>
    <w:p w14:paraId="57712197" w14:textId="2A227346" w:rsidR="006E18F0" w:rsidRDefault="006E18F0">
      <w:pPr>
        <w:overflowPunct/>
        <w:autoSpaceDE/>
        <w:autoSpaceDN/>
        <w:adjustRightInd/>
        <w:textAlignment w:val="auto"/>
        <w:rPr>
          <w:noProof w:val="0"/>
        </w:rPr>
      </w:pPr>
    </w:p>
    <w:p w14:paraId="06AD20F8" w14:textId="77777777" w:rsidR="006E18F0" w:rsidRDefault="006E18F0">
      <w:pPr>
        <w:overflowPunct/>
        <w:autoSpaceDE/>
        <w:autoSpaceDN/>
        <w:adjustRightInd/>
        <w:textAlignment w:val="auto"/>
        <w:rPr>
          <w:noProof w:val="0"/>
        </w:rPr>
      </w:pPr>
    </w:p>
    <w:p w14:paraId="16E2614B" w14:textId="77777777" w:rsidR="00BA4A97" w:rsidRDefault="00BA4A97" w:rsidP="005D3DD4">
      <w:pPr>
        <w:spacing w:line="360" w:lineRule="auto"/>
        <w:ind w:left="142"/>
        <w:jc w:val="both"/>
        <w:rPr>
          <w:noProof w:val="0"/>
        </w:rPr>
      </w:pPr>
    </w:p>
    <w:p w14:paraId="336B79C9" w14:textId="523A27AE" w:rsidR="003977F0" w:rsidRDefault="005D3DD4" w:rsidP="005D3DD4">
      <w:pPr>
        <w:spacing w:line="360" w:lineRule="auto"/>
        <w:ind w:left="142"/>
        <w:jc w:val="both"/>
        <w:rPr>
          <w:noProof w:val="0"/>
        </w:rPr>
      </w:pPr>
      <w:r>
        <w:rPr>
          <w:noProof w:val="0"/>
        </w:rPr>
        <w:t>Luogo e data</w:t>
      </w:r>
      <w:r w:rsidR="00BA4A97">
        <w:rPr>
          <w:noProof w:val="0"/>
        </w:rPr>
        <w:t>: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</w:p>
    <w:p w14:paraId="5A64D62D" w14:textId="77777777" w:rsidR="003977F0" w:rsidRDefault="003977F0" w:rsidP="005D3DD4">
      <w:pPr>
        <w:spacing w:line="360" w:lineRule="auto"/>
        <w:ind w:left="142"/>
        <w:jc w:val="both"/>
        <w:rPr>
          <w:noProof w:val="0"/>
        </w:rPr>
      </w:pPr>
    </w:p>
    <w:p w14:paraId="72CED45C" w14:textId="77777777" w:rsidR="003977F0" w:rsidRDefault="003977F0" w:rsidP="005D3DD4">
      <w:pPr>
        <w:spacing w:line="360" w:lineRule="auto"/>
        <w:ind w:left="142"/>
        <w:jc w:val="both"/>
        <w:rPr>
          <w:noProof w:val="0"/>
        </w:rPr>
      </w:pPr>
    </w:p>
    <w:p w14:paraId="6F95D0C4" w14:textId="77777777" w:rsidR="003977F0" w:rsidRDefault="003977F0" w:rsidP="005D3DD4">
      <w:pPr>
        <w:spacing w:line="360" w:lineRule="auto"/>
        <w:ind w:left="142"/>
        <w:jc w:val="both"/>
        <w:rPr>
          <w:noProof w:val="0"/>
        </w:rPr>
      </w:pPr>
    </w:p>
    <w:p w14:paraId="7C6DBA7E" w14:textId="77777777" w:rsidR="00BA4A97" w:rsidRDefault="00BA4A97" w:rsidP="005D3DD4">
      <w:pPr>
        <w:spacing w:line="360" w:lineRule="auto"/>
        <w:ind w:left="142"/>
        <w:jc w:val="both"/>
        <w:rPr>
          <w:noProof w:val="0"/>
        </w:rPr>
      </w:pPr>
    </w:p>
    <w:p w14:paraId="72CDAD1C" w14:textId="296CE92D" w:rsidR="005D3DD4" w:rsidRDefault="005D3DD4" w:rsidP="005D3DD4">
      <w:pPr>
        <w:spacing w:line="360" w:lineRule="auto"/>
        <w:ind w:left="142"/>
        <w:jc w:val="both"/>
        <w:rPr>
          <w:noProof w:val="0"/>
        </w:rPr>
      </w:pPr>
      <w:r>
        <w:rPr>
          <w:noProof w:val="0"/>
        </w:rPr>
        <w:t>Timbro e firma</w:t>
      </w:r>
      <w:r w:rsidR="00BA4A97">
        <w:rPr>
          <w:noProof w:val="0"/>
        </w:rPr>
        <w:t>:</w:t>
      </w:r>
    </w:p>
    <w:p w14:paraId="5777065A" w14:textId="77777777" w:rsidR="005D3DD4" w:rsidRDefault="005D3DD4" w:rsidP="005D3DD4">
      <w:pPr>
        <w:spacing w:line="360" w:lineRule="auto"/>
        <w:ind w:left="360"/>
        <w:jc w:val="both"/>
        <w:rPr>
          <w:noProof w:val="0"/>
        </w:rPr>
      </w:pPr>
    </w:p>
    <w:p w14:paraId="4AAA7E61" w14:textId="77777777" w:rsidR="007E7522" w:rsidRDefault="007E7522" w:rsidP="005D3DD4">
      <w:pPr>
        <w:spacing w:line="360" w:lineRule="auto"/>
        <w:ind w:left="360"/>
        <w:jc w:val="both"/>
        <w:rPr>
          <w:noProof w:val="0"/>
        </w:rPr>
      </w:pPr>
    </w:p>
    <w:p w14:paraId="4DFFDA59" w14:textId="21D180DB" w:rsidR="005D3DD4" w:rsidRDefault="005D3DD4" w:rsidP="005D3DD4">
      <w:pPr>
        <w:spacing w:line="360" w:lineRule="auto"/>
        <w:ind w:left="360"/>
        <w:jc w:val="both"/>
        <w:rPr>
          <w:noProof w:val="0"/>
        </w:rPr>
      </w:pPr>
    </w:p>
    <w:p w14:paraId="7D491A16" w14:textId="77777777" w:rsidR="00BA4A97" w:rsidRDefault="00BA4A97" w:rsidP="005D3DD4">
      <w:pPr>
        <w:spacing w:line="360" w:lineRule="auto"/>
        <w:ind w:left="360"/>
        <w:jc w:val="both"/>
        <w:rPr>
          <w:noProof w:val="0"/>
        </w:rPr>
      </w:pPr>
    </w:p>
    <w:p w14:paraId="6B687A25" w14:textId="77777777" w:rsidR="005D3DD4" w:rsidRPr="00BA4A97" w:rsidRDefault="005D3DD4" w:rsidP="005D3DD4">
      <w:pPr>
        <w:spacing w:line="360" w:lineRule="auto"/>
        <w:jc w:val="both"/>
        <w:rPr>
          <w:noProof w:val="0"/>
        </w:rPr>
      </w:pPr>
      <w:r w:rsidRPr="00BA4A97">
        <w:rPr>
          <w:noProof w:val="0"/>
        </w:rPr>
        <w:t xml:space="preserve">Allegati: </w:t>
      </w:r>
    </w:p>
    <w:p w14:paraId="2222DA46" w14:textId="444C6AA6" w:rsidR="005D3DD4" w:rsidRPr="00BA4A97" w:rsidRDefault="005D3DD4" w:rsidP="005D3DD4">
      <w:pPr>
        <w:spacing w:line="360" w:lineRule="auto"/>
        <w:ind w:left="360"/>
        <w:jc w:val="both"/>
        <w:rPr>
          <w:noProof w:val="0"/>
        </w:rPr>
      </w:pPr>
      <w:r w:rsidRPr="00BA4A97">
        <w:rPr>
          <w:noProof w:val="0"/>
        </w:rPr>
        <w:t>-</w:t>
      </w:r>
      <w:r w:rsidRPr="00BA4A97">
        <w:rPr>
          <w:noProof w:val="0"/>
        </w:rPr>
        <w:tab/>
        <w:t>Copia di un documento di identità in corso di validità del dichiarante</w:t>
      </w:r>
    </w:p>
    <w:p w14:paraId="15A50D7F" w14:textId="679D8A5A" w:rsidR="005D3DD4" w:rsidRPr="006F27CF" w:rsidRDefault="006955E0" w:rsidP="00BA4A97">
      <w:pPr>
        <w:spacing w:line="360" w:lineRule="auto"/>
        <w:ind w:left="360"/>
        <w:jc w:val="both"/>
        <w:rPr>
          <w:strike/>
          <w:noProof w:val="0"/>
        </w:rPr>
      </w:pPr>
      <w:r w:rsidRPr="006F27CF">
        <w:rPr>
          <w:strike/>
          <w:noProof w:val="0"/>
          <w:highlight w:val="yellow"/>
        </w:rPr>
        <w:t xml:space="preserve"> </w:t>
      </w:r>
    </w:p>
    <w:sectPr w:rsidR="005D3DD4" w:rsidRPr="006F27CF" w:rsidSect="00786B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837" w:right="1134" w:bottom="1134" w:left="1134" w:header="601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A6185" w14:textId="77777777" w:rsidR="00466A12" w:rsidRDefault="00466A12">
      <w:r>
        <w:separator/>
      </w:r>
    </w:p>
  </w:endnote>
  <w:endnote w:type="continuationSeparator" w:id="0">
    <w:p w14:paraId="3A98292B" w14:textId="77777777" w:rsidR="00466A12" w:rsidRDefault="00466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FA5ED" w14:textId="77777777" w:rsidR="00466A12" w:rsidRDefault="00466A12">
    <w:pPr>
      <w:pStyle w:val="Pidipagina"/>
    </w:pPr>
  </w:p>
  <w:p w14:paraId="3319BDD1" w14:textId="77777777" w:rsidR="00466A12" w:rsidRDefault="00466A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8F485" w14:textId="77777777" w:rsidR="00466A12" w:rsidRPr="005D675E" w:rsidRDefault="00466A12" w:rsidP="005D675E">
    <w:pPr>
      <w:jc w:val="right"/>
      <w:rPr>
        <w:sz w:val="16"/>
        <w:szCs w:val="16"/>
      </w:rPr>
    </w:pPr>
    <w:r w:rsidRPr="00F35942">
      <w:rPr>
        <w:rStyle w:val="Numeropagina"/>
        <w:sz w:val="16"/>
        <w:szCs w:val="16"/>
      </w:rPr>
      <w:fldChar w:fldCharType="begin"/>
    </w:r>
    <w:r w:rsidRPr="00F35942">
      <w:rPr>
        <w:rStyle w:val="Numeropagina"/>
        <w:sz w:val="16"/>
        <w:szCs w:val="16"/>
      </w:rPr>
      <w:instrText xml:space="preserve"> PAGE </w:instrText>
    </w:r>
    <w:r w:rsidRPr="00F35942">
      <w:rPr>
        <w:rStyle w:val="Numeropagina"/>
        <w:sz w:val="16"/>
        <w:szCs w:val="16"/>
      </w:rPr>
      <w:fldChar w:fldCharType="separate"/>
    </w:r>
    <w:r>
      <w:rPr>
        <w:rStyle w:val="Numeropagina"/>
        <w:sz w:val="16"/>
        <w:szCs w:val="16"/>
      </w:rPr>
      <w:t>2</w:t>
    </w:r>
    <w:r w:rsidRPr="00F35942">
      <w:rPr>
        <w:rStyle w:val="Numeropagina"/>
        <w:sz w:val="16"/>
        <w:szCs w:val="16"/>
      </w:rPr>
      <w:fldChar w:fldCharType="end"/>
    </w:r>
  </w:p>
  <w:p w14:paraId="22094366" w14:textId="77777777" w:rsidR="00466A12" w:rsidRPr="005D675E" w:rsidRDefault="00466A12" w:rsidP="005D675E">
    <w:pPr>
      <w:pStyle w:val="Pidipagina"/>
      <w:rPr>
        <w:sz w:val="4"/>
        <w:szCs w:val="4"/>
        <w:lang w:val="de-DE"/>
      </w:rPr>
    </w:pPr>
  </w:p>
  <w:p w14:paraId="4238A405" w14:textId="77777777" w:rsidR="00466A12" w:rsidRDefault="00466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00A9E" w14:textId="468F09EF" w:rsidR="00466A12" w:rsidRDefault="00466A12" w:rsidP="009D0ABB">
    <w:pPr>
      <w:jc w:val="center"/>
      <w:rPr>
        <w:rStyle w:val="Numeropagina"/>
        <w:sz w:val="16"/>
        <w:szCs w:val="16"/>
      </w:rPr>
    </w:pPr>
    <w:r w:rsidRPr="00F35942">
      <w:rPr>
        <w:rStyle w:val="Numeropagina"/>
        <w:sz w:val="16"/>
        <w:szCs w:val="16"/>
      </w:rPr>
      <w:fldChar w:fldCharType="begin"/>
    </w:r>
    <w:r w:rsidRPr="00F35942">
      <w:rPr>
        <w:rStyle w:val="Numeropagina"/>
        <w:sz w:val="16"/>
        <w:szCs w:val="16"/>
      </w:rPr>
      <w:instrText xml:space="preserve"> PAGE </w:instrText>
    </w:r>
    <w:r w:rsidRPr="00F35942">
      <w:rPr>
        <w:rStyle w:val="Numeropagina"/>
        <w:sz w:val="16"/>
        <w:szCs w:val="16"/>
      </w:rPr>
      <w:fldChar w:fldCharType="separate"/>
    </w:r>
    <w:r>
      <w:rPr>
        <w:rStyle w:val="Numeropagina"/>
        <w:sz w:val="16"/>
        <w:szCs w:val="16"/>
      </w:rPr>
      <w:t>1</w:t>
    </w:r>
    <w:r w:rsidRPr="00F35942">
      <w:rPr>
        <w:rStyle w:val="Numeropagina"/>
        <w:sz w:val="16"/>
        <w:szCs w:val="16"/>
      </w:rPr>
      <w:fldChar w:fldCharType="end"/>
    </w:r>
  </w:p>
  <w:p w14:paraId="1D6448EF" w14:textId="77777777" w:rsidR="00466A12" w:rsidRDefault="00466A12" w:rsidP="00FA6448">
    <w:pPr>
      <w:rPr>
        <w:rStyle w:val="Numeropagina"/>
        <w:sz w:val="16"/>
        <w:szCs w:val="16"/>
      </w:rPr>
    </w:pPr>
  </w:p>
  <w:p w14:paraId="2B4EC447" w14:textId="77777777" w:rsidR="00466A12" w:rsidRPr="003A45E1" w:rsidRDefault="00466A12" w:rsidP="001C37EF">
    <w:pPr>
      <w:jc w:val="right"/>
      <w:rPr>
        <w:sz w:val="4"/>
        <w:szCs w:val="4"/>
      </w:rPr>
    </w:pPr>
  </w:p>
  <w:p w14:paraId="07CCAE44" w14:textId="77777777" w:rsidR="00466A12" w:rsidRPr="001C37EF" w:rsidRDefault="00466A12">
    <w:pPr>
      <w:pStyle w:val="Pidipagina"/>
      <w:rPr>
        <w:sz w:val="2"/>
        <w:szCs w:val="2"/>
      </w:rPr>
    </w:pPr>
  </w:p>
  <w:p w14:paraId="179C18C9" w14:textId="77777777" w:rsidR="00466A12" w:rsidRDefault="00466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0752F" w14:textId="77777777" w:rsidR="00466A12" w:rsidRDefault="00466A12">
      <w:r>
        <w:separator/>
      </w:r>
    </w:p>
  </w:footnote>
  <w:footnote w:type="continuationSeparator" w:id="0">
    <w:p w14:paraId="2B4A99F2" w14:textId="77777777" w:rsidR="00466A12" w:rsidRDefault="00466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6DEF3" w14:textId="77777777" w:rsidR="00466A12" w:rsidRDefault="00466A12">
    <w:pPr>
      <w:pStyle w:val="Intestazione"/>
    </w:pPr>
  </w:p>
  <w:p w14:paraId="5A641F81" w14:textId="77777777" w:rsidR="00466A12" w:rsidRDefault="00466A1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CB93A" w14:textId="427CBDED" w:rsidR="00466A12" w:rsidRDefault="00466A12" w:rsidP="00D675B2">
    <w:pPr>
      <w:pStyle w:val="Intestazione"/>
    </w:pPr>
  </w:p>
  <w:p w14:paraId="0277D03F" w14:textId="77777777" w:rsidR="00466A12" w:rsidRDefault="00466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763B1" w14:textId="77777777" w:rsidR="00466A12" w:rsidRDefault="00466A12" w:rsidP="00466A12">
    <w:pPr>
      <w:widowControl w:val="0"/>
      <w:spacing w:line="240" w:lineRule="exact"/>
      <w:ind w:right="180"/>
      <w:jc w:val="center"/>
      <w:rPr>
        <w:bCs/>
        <w:caps/>
      </w:rPr>
    </w:pPr>
    <w:r w:rsidRPr="00D333A6">
      <w:rPr>
        <w:bCs/>
        <w:caps/>
      </w:rPr>
      <w:t xml:space="preserve">PROCEDURA RISTRETTA PER L’AFFIDAMENTO DEI </w:t>
    </w:r>
    <w:r w:rsidRPr="00D333A6">
      <w:rPr>
        <w:rFonts w:cs="Arial"/>
        <w:bCs/>
        <w:caps/>
        <w:noProof w:val="0"/>
      </w:rPr>
      <w:t>LAVORI DI RISANAMENTO DEL COLLETTORE SOVRACOMUNALE DELLA VAL GARDENA (BZ)</w:t>
    </w:r>
    <w:r w:rsidRPr="00D333A6">
      <w:rPr>
        <w:bCs/>
        <w:caps/>
      </w:rPr>
      <w:t xml:space="preserve"> </w:t>
    </w:r>
  </w:p>
  <w:p w14:paraId="33DED9A3" w14:textId="77777777" w:rsidR="00466A12" w:rsidRDefault="00466A12" w:rsidP="00466A12">
    <w:pPr>
      <w:pStyle w:val="Intestazione"/>
      <w:tabs>
        <w:tab w:val="clear" w:pos="4536"/>
        <w:tab w:val="clear" w:pos="9072"/>
        <w:tab w:val="left" w:pos="6375"/>
      </w:tabs>
      <w:jc w:val="center"/>
      <w:rPr>
        <w:bCs/>
        <w:caps/>
        <w:lang w:val="de-DE"/>
      </w:rPr>
    </w:pPr>
  </w:p>
  <w:p w14:paraId="29CE556E" w14:textId="07501BFC" w:rsidR="00466A12" w:rsidRDefault="00466A12" w:rsidP="00466A12">
    <w:pPr>
      <w:pStyle w:val="Intestazione"/>
      <w:tabs>
        <w:tab w:val="clear" w:pos="4536"/>
        <w:tab w:val="clear" w:pos="9072"/>
        <w:tab w:val="left" w:pos="6375"/>
      </w:tabs>
      <w:jc w:val="center"/>
    </w:pPr>
    <w:r>
      <w:rPr>
        <w:bCs/>
        <w:caps/>
        <w:lang w:val="de-DE"/>
      </w:rPr>
      <w:t>PRAT. 0450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8628E"/>
    <w:multiLevelType w:val="hybridMultilevel"/>
    <w:tmpl w:val="47B8F1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428D3"/>
    <w:multiLevelType w:val="hybridMultilevel"/>
    <w:tmpl w:val="1104184E"/>
    <w:lvl w:ilvl="0" w:tplc="C046D08C">
      <w:start w:val="50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F49B3"/>
    <w:multiLevelType w:val="hybridMultilevel"/>
    <w:tmpl w:val="4976C708"/>
    <w:lvl w:ilvl="0" w:tplc="0410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" w15:restartNumberingAfterBreak="0">
    <w:nsid w:val="2B103970"/>
    <w:multiLevelType w:val="hybridMultilevel"/>
    <w:tmpl w:val="671AC5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A3C3B"/>
    <w:multiLevelType w:val="multilevel"/>
    <w:tmpl w:val="CD223B72"/>
    <w:lvl w:ilvl="0">
      <w:start w:val="400"/>
      <w:numFmt w:val="decimal"/>
      <w:lvlText w:val="%1"/>
      <w:lvlJc w:val="left"/>
      <w:pPr>
        <w:ind w:left="690" w:hanging="690"/>
      </w:pPr>
      <w:rPr>
        <w:rFonts w:hint="default"/>
        <w:color w:val="FF0000"/>
      </w:rPr>
    </w:lvl>
    <w:lvl w:ilvl="1">
      <w:start w:val="600"/>
      <w:numFmt w:val="decimal"/>
      <w:lvlText w:val="%1-%2"/>
      <w:lvlJc w:val="left"/>
      <w:pPr>
        <w:ind w:left="690" w:hanging="690"/>
      </w:pPr>
      <w:rPr>
        <w:rFonts w:hint="default"/>
        <w:color w:val="FF000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FF0000"/>
      </w:rPr>
    </w:lvl>
  </w:abstractNum>
  <w:abstractNum w:abstractNumId="5" w15:restartNumberingAfterBreak="0">
    <w:nsid w:val="33447B27"/>
    <w:multiLevelType w:val="multilevel"/>
    <w:tmpl w:val="CD223B72"/>
    <w:lvl w:ilvl="0">
      <w:start w:val="400"/>
      <w:numFmt w:val="decimal"/>
      <w:lvlText w:val="%1"/>
      <w:lvlJc w:val="left"/>
      <w:pPr>
        <w:ind w:left="690" w:hanging="690"/>
      </w:pPr>
      <w:rPr>
        <w:rFonts w:hint="default"/>
        <w:color w:val="FF0000"/>
      </w:rPr>
    </w:lvl>
    <w:lvl w:ilvl="1">
      <w:start w:val="600"/>
      <w:numFmt w:val="decimal"/>
      <w:lvlText w:val="%1-%2"/>
      <w:lvlJc w:val="left"/>
      <w:pPr>
        <w:ind w:left="690" w:hanging="690"/>
      </w:pPr>
      <w:rPr>
        <w:rFonts w:hint="default"/>
        <w:color w:val="FF000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color w:val="FF0000"/>
      </w:rPr>
    </w:lvl>
  </w:abstractNum>
  <w:abstractNum w:abstractNumId="6" w15:restartNumberingAfterBreak="0">
    <w:nsid w:val="350379E3"/>
    <w:multiLevelType w:val="hybridMultilevel"/>
    <w:tmpl w:val="0BAAD860"/>
    <w:lvl w:ilvl="0" w:tplc="157800AC">
      <w:start w:val="2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8D4544"/>
    <w:multiLevelType w:val="hybridMultilevel"/>
    <w:tmpl w:val="E2509248"/>
    <w:lvl w:ilvl="0" w:tplc="072EC34C">
      <w:start w:val="40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F6582"/>
    <w:multiLevelType w:val="hybridMultilevel"/>
    <w:tmpl w:val="117410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C8ABBA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613A78"/>
    <w:multiLevelType w:val="hybridMultilevel"/>
    <w:tmpl w:val="820804A0"/>
    <w:lvl w:ilvl="0" w:tplc="7E109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C8ABBA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488"/>
    <w:rsid w:val="00011F9F"/>
    <w:rsid w:val="000215C2"/>
    <w:rsid w:val="000272B0"/>
    <w:rsid w:val="00027B5D"/>
    <w:rsid w:val="0003287D"/>
    <w:rsid w:val="000341D4"/>
    <w:rsid w:val="00034D07"/>
    <w:rsid w:val="0004118C"/>
    <w:rsid w:val="00047796"/>
    <w:rsid w:val="00051CEC"/>
    <w:rsid w:val="00061989"/>
    <w:rsid w:val="00063B05"/>
    <w:rsid w:val="0006465B"/>
    <w:rsid w:val="00074471"/>
    <w:rsid w:val="0007657A"/>
    <w:rsid w:val="0008182C"/>
    <w:rsid w:val="000A6E22"/>
    <w:rsid w:val="000B218A"/>
    <w:rsid w:val="000B2613"/>
    <w:rsid w:val="000D639D"/>
    <w:rsid w:val="000D7191"/>
    <w:rsid w:val="000E118C"/>
    <w:rsid w:val="0010085E"/>
    <w:rsid w:val="00101B09"/>
    <w:rsid w:val="001035EC"/>
    <w:rsid w:val="00104AFE"/>
    <w:rsid w:val="00105656"/>
    <w:rsid w:val="00106F31"/>
    <w:rsid w:val="00120F36"/>
    <w:rsid w:val="00136A8C"/>
    <w:rsid w:val="00140DC7"/>
    <w:rsid w:val="00154B8B"/>
    <w:rsid w:val="00156827"/>
    <w:rsid w:val="00164B43"/>
    <w:rsid w:val="001803BC"/>
    <w:rsid w:val="00183C52"/>
    <w:rsid w:val="001874CF"/>
    <w:rsid w:val="00191D6C"/>
    <w:rsid w:val="00195E97"/>
    <w:rsid w:val="001A0481"/>
    <w:rsid w:val="001A7178"/>
    <w:rsid w:val="001B7FD4"/>
    <w:rsid w:val="001C37EF"/>
    <w:rsid w:val="001C7BCB"/>
    <w:rsid w:val="001E01F5"/>
    <w:rsid w:val="001E5BCC"/>
    <w:rsid w:val="001F3950"/>
    <w:rsid w:val="001F6251"/>
    <w:rsid w:val="001F7F1E"/>
    <w:rsid w:val="00206E71"/>
    <w:rsid w:val="002073B2"/>
    <w:rsid w:val="00214D23"/>
    <w:rsid w:val="00227420"/>
    <w:rsid w:val="0023126C"/>
    <w:rsid w:val="00233AAB"/>
    <w:rsid w:val="0025234F"/>
    <w:rsid w:val="00254D80"/>
    <w:rsid w:val="002639B6"/>
    <w:rsid w:val="00264C46"/>
    <w:rsid w:val="0028060C"/>
    <w:rsid w:val="00285EFB"/>
    <w:rsid w:val="00287C82"/>
    <w:rsid w:val="00293C32"/>
    <w:rsid w:val="00296CC2"/>
    <w:rsid w:val="002A27E1"/>
    <w:rsid w:val="002B04A6"/>
    <w:rsid w:val="002B1051"/>
    <w:rsid w:val="002B24CE"/>
    <w:rsid w:val="002B3BCF"/>
    <w:rsid w:val="002C4760"/>
    <w:rsid w:val="002D1ADC"/>
    <w:rsid w:val="002D71BF"/>
    <w:rsid w:val="002E13B1"/>
    <w:rsid w:val="002F0BB2"/>
    <w:rsid w:val="002F3B18"/>
    <w:rsid w:val="002F7726"/>
    <w:rsid w:val="00304EF5"/>
    <w:rsid w:val="00316066"/>
    <w:rsid w:val="00316684"/>
    <w:rsid w:val="00323041"/>
    <w:rsid w:val="003250BC"/>
    <w:rsid w:val="00332B43"/>
    <w:rsid w:val="00340EFB"/>
    <w:rsid w:val="00342B4F"/>
    <w:rsid w:val="00347FB1"/>
    <w:rsid w:val="003521FE"/>
    <w:rsid w:val="00360FB9"/>
    <w:rsid w:val="00366572"/>
    <w:rsid w:val="0036787D"/>
    <w:rsid w:val="00376668"/>
    <w:rsid w:val="00377D5A"/>
    <w:rsid w:val="003832B6"/>
    <w:rsid w:val="00385683"/>
    <w:rsid w:val="00390DFB"/>
    <w:rsid w:val="0039135A"/>
    <w:rsid w:val="003930CA"/>
    <w:rsid w:val="0039326A"/>
    <w:rsid w:val="00393292"/>
    <w:rsid w:val="00396102"/>
    <w:rsid w:val="003977F0"/>
    <w:rsid w:val="003A5E2D"/>
    <w:rsid w:val="003C17F5"/>
    <w:rsid w:val="003C264F"/>
    <w:rsid w:val="003D1DD1"/>
    <w:rsid w:val="003D7ED7"/>
    <w:rsid w:val="003E01C8"/>
    <w:rsid w:val="003E02E4"/>
    <w:rsid w:val="003F17F2"/>
    <w:rsid w:val="003F2D1D"/>
    <w:rsid w:val="003F4C54"/>
    <w:rsid w:val="00401EDC"/>
    <w:rsid w:val="00405E02"/>
    <w:rsid w:val="0040634D"/>
    <w:rsid w:val="004173F7"/>
    <w:rsid w:val="004175CD"/>
    <w:rsid w:val="004200E0"/>
    <w:rsid w:val="0042576F"/>
    <w:rsid w:val="00426001"/>
    <w:rsid w:val="0042722E"/>
    <w:rsid w:val="004300D5"/>
    <w:rsid w:val="0043108A"/>
    <w:rsid w:val="004470D0"/>
    <w:rsid w:val="00456CEB"/>
    <w:rsid w:val="00466A12"/>
    <w:rsid w:val="004676DD"/>
    <w:rsid w:val="0047282F"/>
    <w:rsid w:val="00475F88"/>
    <w:rsid w:val="00491F79"/>
    <w:rsid w:val="00494F15"/>
    <w:rsid w:val="00496BDC"/>
    <w:rsid w:val="004A673D"/>
    <w:rsid w:val="004A7D8E"/>
    <w:rsid w:val="004B0CA4"/>
    <w:rsid w:val="004B110A"/>
    <w:rsid w:val="004B19C9"/>
    <w:rsid w:val="004B5222"/>
    <w:rsid w:val="004B77DE"/>
    <w:rsid w:val="004B796E"/>
    <w:rsid w:val="004C364E"/>
    <w:rsid w:val="004C3F58"/>
    <w:rsid w:val="004D2988"/>
    <w:rsid w:val="004D3DE6"/>
    <w:rsid w:val="004F1BFE"/>
    <w:rsid w:val="004F6EB8"/>
    <w:rsid w:val="00501908"/>
    <w:rsid w:val="0050198E"/>
    <w:rsid w:val="005056A7"/>
    <w:rsid w:val="00510275"/>
    <w:rsid w:val="0051405F"/>
    <w:rsid w:val="00517C4F"/>
    <w:rsid w:val="00520BF5"/>
    <w:rsid w:val="005216DF"/>
    <w:rsid w:val="00521968"/>
    <w:rsid w:val="005234D4"/>
    <w:rsid w:val="00524B87"/>
    <w:rsid w:val="005304E9"/>
    <w:rsid w:val="00536380"/>
    <w:rsid w:val="00540D66"/>
    <w:rsid w:val="00542222"/>
    <w:rsid w:val="00564F24"/>
    <w:rsid w:val="00565583"/>
    <w:rsid w:val="00570FA0"/>
    <w:rsid w:val="00585E1C"/>
    <w:rsid w:val="00595BDB"/>
    <w:rsid w:val="005A265C"/>
    <w:rsid w:val="005A6987"/>
    <w:rsid w:val="005B27B3"/>
    <w:rsid w:val="005C096D"/>
    <w:rsid w:val="005C5D9F"/>
    <w:rsid w:val="005D3B34"/>
    <w:rsid w:val="005D3DD4"/>
    <w:rsid w:val="005D66DC"/>
    <w:rsid w:val="005D675E"/>
    <w:rsid w:val="005D7088"/>
    <w:rsid w:val="005F2552"/>
    <w:rsid w:val="005F590A"/>
    <w:rsid w:val="005F7871"/>
    <w:rsid w:val="00603185"/>
    <w:rsid w:val="00612D81"/>
    <w:rsid w:val="0061367B"/>
    <w:rsid w:val="0061485E"/>
    <w:rsid w:val="00614BD8"/>
    <w:rsid w:val="0062237E"/>
    <w:rsid w:val="00624A97"/>
    <w:rsid w:val="00624C19"/>
    <w:rsid w:val="00625AC9"/>
    <w:rsid w:val="00640C54"/>
    <w:rsid w:val="00642F8C"/>
    <w:rsid w:val="00645F9C"/>
    <w:rsid w:val="00655AF0"/>
    <w:rsid w:val="00656E58"/>
    <w:rsid w:val="00666562"/>
    <w:rsid w:val="006757F3"/>
    <w:rsid w:val="0069266E"/>
    <w:rsid w:val="006955E0"/>
    <w:rsid w:val="00696199"/>
    <w:rsid w:val="006A4197"/>
    <w:rsid w:val="006A4F37"/>
    <w:rsid w:val="006A7658"/>
    <w:rsid w:val="006B7104"/>
    <w:rsid w:val="006C5A0F"/>
    <w:rsid w:val="006D0644"/>
    <w:rsid w:val="006D097B"/>
    <w:rsid w:val="006D1A79"/>
    <w:rsid w:val="006D47CA"/>
    <w:rsid w:val="006D6D4D"/>
    <w:rsid w:val="006D7A10"/>
    <w:rsid w:val="006D7B00"/>
    <w:rsid w:val="006E0E1A"/>
    <w:rsid w:val="006E18F0"/>
    <w:rsid w:val="006F23F4"/>
    <w:rsid w:val="006F27CF"/>
    <w:rsid w:val="006F5279"/>
    <w:rsid w:val="006F62E6"/>
    <w:rsid w:val="007000A2"/>
    <w:rsid w:val="00700AFE"/>
    <w:rsid w:val="00701E81"/>
    <w:rsid w:val="007073E7"/>
    <w:rsid w:val="007077B7"/>
    <w:rsid w:val="00707AB6"/>
    <w:rsid w:val="00710C27"/>
    <w:rsid w:val="00725D2F"/>
    <w:rsid w:val="00726D10"/>
    <w:rsid w:val="007276EF"/>
    <w:rsid w:val="00727DB2"/>
    <w:rsid w:val="007367D3"/>
    <w:rsid w:val="00742B7E"/>
    <w:rsid w:val="00746677"/>
    <w:rsid w:val="00750378"/>
    <w:rsid w:val="007536D3"/>
    <w:rsid w:val="007617DA"/>
    <w:rsid w:val="00762696"/>
    <w:rsid w:val="00766330"/>
    <w:rsid w:val="0077533D"/>
    <w:rsid w:val="00777D33"/>
    <w:rsid w:val="007805CE"/>
    <w:rsid w:val="007808FC"/>
    <w:rsid w:val="00786BE2"/>
    <w:rsid w:val="007879FB"/>
    <w:rsid w:val="00790520"/>
    <w:rsid w:val="00796C10"/>
    <w:rsid w:val="007A1A07"/>
    <w:rsid w:val="007A201F"/>
    <w:rsid w:val="007A4AD6"/>
    <w:rsid w:val="007B375A"/>
    <w:rsid w:val="007B3C3A"/>
    <w:rsid w:val="007B4E8B"/>
    <w:rsid w:val="007C0807"/>
    <w:rsid w:val="007C5230"/>
    <w:rsid w:val="007C7FFD"/>
    <w:rsid w:val="007D0DEC"/>
    <w:rsid w:val="007E7522"/>
    <w:rsid w:val="007E7B32"/>
    <w:rsid w:val="007F00E5"/>
    <w:rsid w:val="00805AD4"/>
    <w:rsid w:val="00812E5B"/>
    <w:rsid w:val="00823A38"/>
    <w:rsid w:val="0083470C"/>
    <w:rsid w:val="00841231"/>
    <w:rsid w:val="0084161C"/>
    <w:rsid w:val="00843DC9"/>
    <w:rsid w:val="00857442"/>
    <w:rsid w:val="00861DF9"/>
    <w:rsid w:val="0086282F"/>
    <w:rsid w:val="00866B1A"/>
    <w:rsid w:val="008702B0"/>
    <w:rsid w:val="00874B2B"/>
    <w:rsid w:val="00880F2B"/>
    <w:rsid w:val="00883D34"/>
    <w:rsid w:val="00884C6C"/>
    <w:rsid w:val="008916EE"/>
    <w:rsid w:val="0089556B"/>
    <w:rsid w:val="008A1FA3"/>
    <w:rsid w:val="008B0EDC"/>
    <w:rsid w:val="008B6041"/>
    <w:rsid w:val="008C43CF"/>
    <w:rsid w:val="008C674F"/>
    <w:rsid w:val="008C6C8A"/>
    <w:rsid w:val="008E22E3"/>
    <w:rsid w:val="008E3847"/>
    <w:rsid w:val="008E3947"/>
    <w:rsid w:val="008E5795"/>
    <w:rsid w:val="008E7C46"/>
    <w:rsid w:val="008F2973"/>
    <w:rsid w:val="00901689"/>
    <w:rsid w:val="00903F39"/>
    <w:rsid w:val="009108DB"/>
    <w:rsid w:val="00924256"/>
    <w:rsid w:val="009246CB"/>
    <w:rsid w:val="00926838"/>
    <w:rsid w:val="00933E01"/>
    <w:rsid w:val="00942660"/>
    <w:rsid w:val="00951372"/>
    <w:rsid w:val="0095283E"/>
    <w:rsid w:val="009565CF"/>
    <w:rsid w:val="00961F8D"/>
    <w:rsid w:val="009702B5"/>
    <w:rsid w:val="009747E0"/>
    <w:rsid w:val="009873C9"/>
    <w:rsid w:val="009876D7"/>
    <w:rsid w:val="009952B6"/>
    <w:rsid w:val="00995A8C"/>
    <w:rsid w:val="009A7380"/>
    <w:rsid w:val="009B116F"/>
    <w:rsid w:val="009B1317"/>
    <w:rsid w:val="009B4C47"/>
    <w:rsid w:val="009D0ABB"/>
    <w:rsid w:val="009D6C06"/>
    <w:rsid w:val="009E4BFB"/>
    <w:rsid w:val="009F271D"/>
    <w:rsid w:val="009F36F2"/>
    <w:rsid w:val="009F3813"/>
    <w:rsid w:val="00A112E3"/>
    <w:rsid w:val="00A2128F"/>
    <w:rsid w:val="00A226C2"/>
    <w:rsid w:val="00A313C2"/>
    <w:rsid w:val="00A37EAE"/>
    <w:rsid w:val="00A46DFC"/>
    <w:rsid w:val="00A60247"/>
    <w:rsid w:val="00A60288"/>
    <w:rsid w:val="00A61472"/>
    <w:rsid w:val="00A6331A"/>
    <w:rsid w:val="00A67797"/>
    <w:rsid w:val="00A70B53"/>
    <w:rsid w:val="00A713FA"/>
    <w:rsid w:val="00A804AF"/>
    <w:rsid w:val="00A81C1D"/>
    <w:rsid w:val="00A81E99"/>
    <w:rsid w:val="00A94CBC"/>
    <w:rsid w:val="00AB226E"/>
    <w:rsid w:val="00AB3B14"/>
    <w:rsid w:val="00AB65FA"/>
    <w:rsid w:val="00AB7797"/>
    <w:rsid w:val="00AC3038"/>
    <w:rsid w:val="00AC34C6"/>
    <w:rsid w:val="00AD4595"/>
    <w:rsid w:val="00AD6F1D"/>
    <w:rsid w:val="00AF15C8"/>
    <w:rsid w:val="00B026E6"/>
    <w:rsid w:val="00B06B2E"/>
    <w:rsid w:val="00B25732"/>
    <w:rsid w:val="00B37143"/>
    <w:rsid w:val="00B42610"/>
    <w:rsid w:val="00B42E6F"/>
    <w:rsid w:val="00B436D2"/>
    <w:rsid w:val="00B45102"/>
    <w:rsid w:val="00B575E0"/>
    <w:rsid w:val="00B60603"/>
    <w:rsid w:val="00B60910"/>
    <w:rsid w:val="00B71949"/>
    <w:rsid w:val="00B76895"/>
    <w:rsid w:val="00B83110"/>
    <w:rsid w:val="00B8416C"/>
    <w:rsid w:val="00B84294"/>
    <w:rsid w:val="00B85ECF"/>
    <w:rsid w:val="00B947CF"/>
    <w:rsid w:val="00BA074A"/>
    <w:rsid w:val="00BA4A97"/>
    <w:rsid w:val="00BA7D8A"/>
    <w:rsid w:val="00BB5097"/>
    <w:rsid w:val="00BB7C14"/>
    <w:rsid w:val="00BD110D"/>
    <w:rsid w:val="00BE160A"/>
    <w:rsid w:val="00BF1845"/>
    <w:rsid w:val="00C01C0F"/>
    <w:rsid w:val="00C056D0"/>
    <w:rsid w:val="00C17FCC"/>
    <w:rsid w:val="00C27BFA"/>
    <w:rsid w:val="00C3509F"/>
    <w:rsid w:val="00C37E31"/>
    <w:rsid w:val="00C42C34"/>
    <w:rsid w:val="00C466A1"/>
    <w:rsid w:val="00C528A2"/>
    <w:rsid w:val="00C56C22"/>
    <w:rsid w:val="00C60EBD"/>
    <w:rsid w:val="00C62EA3"/>
    <w:rsid w:val="00C66F67"/>
    <w:rsid w:val="00C676D2"/>
    <w:rsid w:val="00C7008D"/>
    <w:rsid w:val="00C703AF"/>
    <w:rsid w:val="00C75DD8"/>
    <w:rsid w:val="00C82902"/>
    <w:rsid w:val="00C82F9E"/>
    <w:rsid w:val="00C83488"/>
    <w:rsid w:val="00C84517"/>
    <w:rsid w:val="00C87F18"/>
    <w:rsid w:val="00C910F5"/>
    <w:rsid w:val="00CA1764"/>
    <w:rsid w:val="00CA423A"/>
    <w:rsid w:val="00CB0078"/>
    <w:rsid w:val="00CB31F4"/>
    <w:rsid w:val="00CC1230"/>
    <w:rsid w:val="00CC3A29"/>
    <w:rsid w:val="00CD22BB"/>
    <w:rsid w:val="00CE50AE"/>
    <w:rsid w:val="00CE62A2"/>
    <w:rsid w:val="00CE70AE"/>
    <w:rsid w:val="00CF2896"/>
    <w:rsid w:val="00CF2DC2"/>
    <w:rsid w:val="00D037B1"/>
    <w:rsid w:val="00D06D1A"/>
    <w:rsid w:val="00D07BD9"/>
    <w:rsid w:val="00D14EEA"/>
    <w:rsid w:val="00D33FAF"/>
    <w:rsid w:val="00D364F7"/>
    <w:rsid w:val="00D43F95"/>
    <w:rsid w:val="00D458A2"/>
    <w:rsid w:val="00D50456"/>
    <w:rsid w:val="00D5504B"/>
    <w:rsid w:val="00D618F6"/>
    <w:rsid w:val="00D65EF6"/>
    <w:rsid w:val="00D675B2"/>
    <w:rsid w:val="00D75943"/>
    <w:rsid w:val="00D83CC2"/>
    <w:rsid w:val="00D9090E"/>
    <w:rsid w:val="00DA106D"/>
    <w:rsid w:val="00DA1A4D"/>
    <w:rsid w:val="00DB2EBA"/>
    <w:rsid w:val="00DB68DA"/>
    <w:rsid w:val="00DC0081"/>
    <w:rsid w:val="00DC3A9C"/>
    <w:rsid w:val="00DD09E4"/>
    <w:rsid w:val="00DD1AD1"/>
    <w:rsid w:val="00DD799F"/>
    <w:rsid w:val="00DF0366"/>
    <w:rsid w:val="00DF26C0"/>
    <w:rsid w:val="00DF64A4"/>
    <w:rsid w:val="00E0257C"/>
    <w:rsid w:val="00E117E8"/>
    <w:rsid w:val="00E11870"/>
    <w:rsid w:val="00E12D74"/>
    <w:rsid w:val="00E15D62"/>
    <w:rsid w:val="00E164A2"/>
    <w:rsid w:val="00E17D32"/>
    <w:rsid w:val="00E17E12"/>
    <w:rsid w:val="00E17F32"/>
    <w:rsid w:val="00E33EA3"/>
    <w:rsid w:val="00E33F2A"/>
    <w:rsid w:val="00E356FE"/>
    <w:rsid w:val="00E4323E"/>
    <w:rsid w:val="00E47202"/>
    <w:rsid w:val="00E52158"/>
    <w:rsid w:val="00E566CF"/>
    <w:rsid w:val="00E573BB"/>
    <w:rsid w:val="00E61B08"/>
    <w:rsid w:val="00E65D2E"/>
    <w:rsid w:val="00E73A99"/>
    <w:rsid w:val="00E77215"/>
    <w:rsid w:val="00E83EC1"/>
    <w:rsid w:val="00EA79F6"/>
    <w:rsid w:val="00EB19F1"/>
    <w:rsid w:val="00EC4F40"/>
    <w:rsid w:val="00ED13FA"/>
    <w:rsid w:val="00ED1710"/>
    <w:rsid w:val="00ED68D1"/>
    <w:rsid w:val="00EE1517"/>
    <w:rsid w:val="00EE3420"/>
    <w:rsid w:val="00EF486D"/>
    <w:rsid w:val="00EF48AB"/>
    <w:rsid w:val="00F008A4"/>
    <w:rsid w:val="00F030DC"/>
    <w:rsid w:val="00F17308"/>
    <w:rsid w:val="00F20FA5"/>
    <w:rsid w:val="00F2265A"/>
    <w:rsid w:val="00F23DD1"/>
    <w:rsid w:val="00F2403E"/>
    <w:rsid w:val="00F26ADC"/>
    <w:rsid w:val="00F325F0"/>
    <w:rsid w:val="00F3545B"/>
    <w:rsid w:val="00F83748"/>
    <w:rsid w:val="00F83BA7"/>
    <w:rsid w:val="00F83ECC"/>
    <w:rsid w:val="00F85D42"/>
    <w:rsid w:val="00F87607"/>
    <w:rsid w:val="00F903E2"/>
    <w:rsid w:val="00F92926"/>
    <w:rsid w:val="00F95626"/>
    <w:rsid w:val="00F95D88"/>
    <w:rsid w:val="00FA5ADA"/>
    <w:rsid w:val="00FA6448"/>
    <w:rsid w:val="00FB14F8"/>
    <w:rsid w:val="00FB2490"/>
    <w:rsid w:val="00FB374C"/>
    <w:rsid w:val="00FC2FFE"/>
    <w:rsid w:val="00FC366B"/>
    <w:rsid w:val="00FC3888"/>
    <w:rsid w:val="00FC680E"/>
    <w:rsid w:val="00FC6A2C"/>
    <w:rsid w:val="00FC6C63"/>
    <w:rsid w:val="00FC6F9D"/>
    <w:rsid w:val="00FD1A61"/>
    <w:rsid w:val="00FE7499"/>
    <w:rsid w:val="00FF45A3"/>
    <w:rsid w:val="00FF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  <w14:docId w14:val="45232AB1"/>
  <w15:chartTrackingRefBased/>
  <w15:docId w15:val="{A35E937A-CA77-419E-9ED9-3AD7BCB4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B8416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noProof/>
    </w:rPr>
  </w:style>
  <w:style w:type="paragraph" w:styleId="Titolo1">
    <w:name w:val="heading 1"/>
    <w:basedOn w:val="Normale"/>
    <w:next w:val="Normale"/>
    <w:link w:val="Titolo1Carattere"/>
    <w:qFormat/>
    <w:rsid w:val="002312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164A2"/>
    <w:pPr>
      <w:keepNext/>
      <w:tabs>
        <w:tab w:val="left" w:pos="5940"/>
      </w:tabs>
      <w:outlineLvl w:val="1"/>
    </w:pPr>
    <w:rPr>
      <w:b/>
      <w:smallCaps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8416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C37EF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1C37EF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1C37EF"/>
  </w:style>
  <w:style w:type="paragraph" w:styleId="Testofumetto">
    <w:name w:val="Balloon Text"/>
    <w:basedOn w:val="Normale"/>
    <w:semiHidden/>
    <w:rsid w:val="002D71BF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link w:val="Titolo2"/>
    <w:rsid w:val="00E164A2"/>
    <w:rPr>
      <w:rFonts w:ascii="Arial" w:hAnsi="Arial"/>
      <w:b/>
      <w:smallCaps/>
      <w:noProof/>
      <w:sz w:val="48"/>
      <w:szCs w:val="48"/>
    </w:rPr>
  </w:style>
  <w:style w:type="table" w:customStyle="1" w:styleId="Tabellaelenco3">
    <w:name w:val="Tabella elenco 3"/>
    <w:basedOn w:val="Tabellanormale"/>
    <w:rsid w:val="00377D5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elenco21">
    <w:name w:val="Tabella elenco 21"/>
    <w:basedOn w:val="Tabellanormale"/>
    <w:rsid w:val="00377D5A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llegamentoipertestuale">
    <w:name w:val="Hyperlink"/>
    <w:unhideWhenUsed/>
    <w:rsid w:val="006D0644"/>
    <w:rPr>
      <w:color w:val="0000FF"/>
      <w:u w:val="single"/>
    </w:rPr>
  </w:style>
  <w:style w:type="character" w:customStyle="1" w:styleId="csa16174ba1">
    <w:name w:val="csa16174ba1"/>
    <w:rsid w:val="006D0644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Enfasigrassetto">
    <w:name w:val="Strong"/>
    <w:uiPriority w:val="22"/>
    <w:qFormat/>
    <w:rsid w:val="0028060C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A7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Theme="minorHAnsi" w:hAnsi="Courier New" w:cs="Courier New"/>
      <w:noProof w:val="0"/>
      <w:color w:val="00000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A7178"/>
    <w:rPr>
      <w:rFonts w:ascii="Courier New" w:eastAsiaTheme="minorHAnsi" w:hAnsi="Courier New" w:cs="Courier New"/>
      <w:color w:val="000000"/>
    </w:rPr>
  </w:style>
  <w:style w:type="paragraph" w:styleId="Paragrafoelenco">
    <w:name w:val="List Paragraph"/>
    <w:basedOn w:val="Normale"/>
    <w:uiPriority w:val="34"/>
    <w:qFormat/>
    <w:rsid w:val="00191D6C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3D7ED7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23126C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character" w:customStyle="1" w:styleId="IntestazioneCarattere">
    <w:name w:val="Intestazione Carattere"/>
    <w:link w:val="Intestazione"/>
    <w:rsid w:val="00466A12"/>
    <w:rPr>
      <w:rFonts w:ascii="Arial" w:hAnsi="Arial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am\IMPOST~1\Temp\_D3TMP1\Processi\(P0067195)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0B42C-86E8-4628-8469-D9EF7B09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(P0067195).DOT</Template>
  <TotalTime>0</TotalTime>
  <Pages>4</Pages>
  <Words>622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Spettabile</vt:lpstr>
      <vt:lpstr>Spettabile</vt:lpstr>
    </vt:vector>
  </TitlesOfParts>
  <Company>d.velop</Company>
  <LinksUpToDate>false</LinksUpToDate>
  <CharactersWithSpaces>3973</CharactersWithSpaces>
  <SharedDoc>false</SharedDoc>
  <HLinks>
    <vt:vector size="12" baseType="variant">
      <vt:variant>
        <vt:i4>3473427</vt:i4>
      </vt:variant>
      <vt:variant>
        <vt:i4>3</vt:i4>
      </vt:variant>
      <vt:variant>
        <vt:i4>0</vt:i4>
      </vt:variant>
      <vt:variant>
        <vt:i4>5</vt:i4>
      </vt:variant>
      <vt:variant>
        <vt:lpwstr>mailto:w.schlagenauf@eco-center.it</vt:lpwstr>
      </vt:variant>
      <vt:variant>
        <vt:lpwstr/>
      </vt:variant>
      <vt:variant>
        <vt:i4>2162774</vt:i4>
      </vt:variant>
      <vt:variant>
        <vt:i4>0</vt:i4>
      </vt:variant>
      <vt:variant>
        <vt:i4>0</vt:i4>
      </vt:variant>
      <vt:variant>
        <vt:i4>5</vt:i4>
      </vt:variant>
      <vt:variant>
        <vt:lpwstr>mailto:reider.hugo@rolmail.net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Spettabile</dc:title>
  <dc:subject/>
  <dc:creator>anam</dc:creator>
  <cp:keywords/>
  <cp:lastModifiedBy>Katia De Carli</cp:lastModifiedBy>
  <cp:revision>4</cp:revision>
  <cp:lastPrinted>2021-01-21T17:27:00Z</cp:lastPrinted>
  <dcterms:created xsi:type="dcterms:W3CDTF">2021-05-10T13:41:00Z</dcterms:created>
  <dcterms:modified xsi:type="dcterms:W3CDTF">2021-05-10T15:50:00Z</dcterms:modified>
</cp:coreProperties>
</file>